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3C0A1" w14:textId="77777777" w:rsidR="00264FC6" w:rsidRDefault="00826C62" w:rsidP="00826C62">
      <w:pPr>
        <w:tabs>
          <w:tab w:val="left" w:pos="7560"/>
        </w:tabs>
        <w:spacing w:before="40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ab/>
      </w:r>
      <w:r w:rsidRPr="00264FC6">
        <w:rPr>
          <w:rFonts w:ascii="Arial" w:hAnsi="Arial" w:cs="Arial"/>
          <w:sz w:val="22"/>
          <w:szCs w:val="22"/>
        </w:rPr>
        <w:tab/>
        <w:t xml:space="preserve">       </w:t>
      </w:r>
    </w:p>
    <w:p w14:paraId="5CB1E470" w14:textId="7695894A" w:rsidR="00826C62" w:rsidRPr="00264FC6" w:rsidRDefault="00826C62" w:rsidP="00264FC6">
      <w:pPr>
        <w:tabs>
          <w:tab w:val="left" w:pos="7560"/>
        </w:tabs>
        <w:spacing w:before="40"/>
        <w:jc w:val="right"/>
        <w:rPr>
          <w:rFonts w:ascii="Arial" w:hAnsi="Arial" w:cs="Arial"/>
          <w:sz w:val="22"/>
          <w:szCs w:val="22"/>
        </w:rPr>
      </w:pPr>
      <w:r w:rsidRPr="7C55E24C">
        <w:rPr>
          <w:rFonts w:ascii="Arial" w:hAnsi="Arial" w:cs="Arial"/>
          <w:sz w:val="22"/>
          <w:szCs w:val="22"/>
        </w:rPr>
        <w:t xml:space="preserve">Příloha č. </w:t>
      </w:r>
      <w:r w:rsidR="003E1EE9" w:rsidRPr="7C55E24C">
        <w:rPr>
          <w:rFonts w:ascii="Arial" w:hAnsi="Arial" w:cs="Arial"/>
          <w:sz w:val="22"/>
          <w:szCs w:val="22"/>
        </w:rPr>
        <w:t>6</w:t>
      </w:r>
      <w:r w:rsidRPr="7C55E24C">
        <w:rPr>
          <w:rFonts w:ascii="Arial" w:hAnsi="Arial" w:cs="Arial"/>
          <w:sz w:val="22"/>
          <w:szCs w:val="22"/>
        </w:rPr>
        <w:t xml:space="preserve"> ZD</w:t>
      </w:r>
    </w:p>
    <w:p w14:paraId="2F958883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28B07274" w14:textId="77777777" w:rsidR="000D5D98" w:rsidRDefault="000D5D98" w:rsidP="000D5D98">
      <w:pPr>
        <w:rPr>
          <w:rFonts w:ascii="Arial" w:hAnsi="Arial" w:cs="Arial"/>
          <w:sz w:val="32"/>
          <w:szCs w:val="32"/>
        </w:rPr>
      </w:pPr>
    </w:p>
    <w:p w14:paraId="05E00749" w14:textId="77777777" w:rsidR="001F228B" w:rsidRDefault="001F228B" w:rsidP="000D5D98">
      <w:pPr>
        <w:rPr>
          <w:rFonts w:ascii="Arial" w:hAnsi="Arial" w:cs="Arial"/>
          <w:sz w:val="32"/>
          <w:szCs w:val="32"/>
        </w:rPr>
      </w:pPr>
    </w:p>
    <w:p w14:paraId="33CDFF2C" w14:textId="77777777" w:rsidR="001F228B" w:rsidRPr="00264FC6" w:rsidRDefault="001F228B" w:rsidP="000D5D98">
      <w:pPr>
        <w:rPr>
          <w:rFonts w:ascii="Arial" w:hAnsi="Arial" w:cs="Arial"/>
        </w:rPr>
      </w:pPr>
    </w:p>
    <w:p w14:paraId="14238E4E" w14:textId="77777777" w:rsidR="000D5D98" w:rsidRPr="00264FC6" w:rsidRDefault="000D5D98" w:rsidP="000D5D98">
      <w:pPr>
        <w:rPr>
          <w:rFonts w:ascii="Arial" w:hAnsi="Arial" w:cs="Arial"/>
        </w:rPr>
      </w:pPr>
    </w:p>
    <w:p w14:paraId="331708B9" w14:textId="77777777" w:rsidR="000D5D98" w:rsidRDefault="000D5D98" w:rsidP="000D5D98">
      <w:pPr>
        <w:rPr>
          <w:rFonts w:ascii="Arial" w:hAnsi="Arial" w:cs="Arial"/>
        </w:rPr>
      </w:pPr>
    </w:p>
    <w:p w14:paraId="49BD1F71" w14:textId="77777777" w:rsidR="001F228B" w:rsidRPr="00264FC6" w:rsidRDefault="001F228B" w:rsidP="000D5D98">
      <w:pPr>
        <w:rPr>
          <w:rFonts w:ascii="Arial" w:hAnsi="Arial" w:cs="Arial"/>
        </w:rPr>
      </w:pPr>
    </w:p>
    <w:p w14:paraId="15B67880" w14:textId="77777777" w:rsidR="000D5D98" w:rsidRPr="00264FC6" w:rsidRDefault="000D5D98" w:rsidP="000D5D98">
      <w:pPr>
        <w:rPr>
          <w:rFonts w:ascii="Arial" w:hAnsi="Arial" w:cs="Arial"/>
        </w:rPr>
      </w:pPr>
    </w:p>
    <w:p w14:paraId="7889DAD3" w14:textId="18B97A68" w:rsidR="0098153A" w:rsidRDefault="00CC1FD4" w:rsidP="7C55E24C">
      <w:pPr>
        <w:tabs>
          <w:tab w:val="left" w:pos="7560"/>
        </w:tabs>
        <w:spacing w:before="40"/>
        <w:jc w:val="center"/>
        <w:rPr>
          <w:rFonts w:ascii="Arial" w:hAnsi="Arial" w:cs="Arial"/>
          <w:b/>
          <w:bCs/>
          <w:sz w:val="40"/>
          <w:szCs w:val="40"/>
          <w:u w:val="single"/>
        </w:rPr>
      </w:pPr>
      <w:r w:rsidRPr="7C55E24C">
        <w:rPr>
          <w:rFonts w:ascii="Arial" w:hAnsi="Arial" w:cs="Arial"/>
          <w:b/>
          <w:bCs/>
          <w:sz w:val="40"/>
          <w:szCs w:val="40"/>
          <w:u w:val="single"/>
        </w:rPr>
        <w:t xml:space="preserve">Specifikace předmětu </w:t>
      </w:r>
    </w:p>
    <w:p w14:paraId="1439916E" w14:textId="4DD3B9DB" w:rsidR="000D5D98" w:rsidRPr="00264FC6" w:rsidRDefault="000D5D98" w:rsidP="7C55E24C">
      <w:pPr>
        <w:tabs>
          <w:tab w:val="left" w:pos="7560"/>
        </w:tabs>
        <w:spacing w:before="40"/>
        <w:jc w:val="center"/>
        <w:rPr>
          <w:rFonts w:ascii="Arial" w:hAnsi="Arial" w:cs="Arial"/>
          <w:b/>
          <w:bCs/>
          <w:sz w:val="40"/>
          <w:szCs w:val="40"/>
          <w:u w:val="single"/>
        </w:rPr>
      </w:pPr>
      <w:r w:rsidRPr="7C55E24C">
        <w:rPr>
          <w:rFonts w:ascii="Arial" w:hAnsi="Arial" w:cs="Arial"/>
          <w:b/>
          <w:bCs/>
          <w:sz w:val="40"/>
          <w:szCs w:val="40"/>
          <w:u w:val="single"/>
        </w:rPr>
        <w:t>„</w:t>
      </w:r>
      <w:r w:rsidR="001465C7">
        <w:rPr>
          <w:b/>
          <w:bCs/>
          <w:sz w:val="40"/>
          <w:szCs w:val="40"/>
          <w:u w:val="single"/>
        </w:rPr>
        <w:t xml:space="preserve">Dodávka </w:t>
      </w:r>
      <w:r w:rsidR="00757195" w:rsidRPr="7C55E24C">
        <w:rPr>
          <w:b/>
          <w:bCs/>
          <w:sz w:val="40"/>
          <w:szCs w:val="40"/>
          <w:u w:val="single"/>
        </w:rPr>
        <w:t>tandemového válce s vibračním a oscilačním běhounem v počtu dvou</w:t>
      </w:r>
      <w:r w:rsidR="00A51C98" w:rsidRPr="7C55E24C">
        <w:rPr>
          <w:b/>
          <w:bCs/>
          <w:sz w:val="40"/>
          <w:szCs w:val="40"/>
          <w:u w:val="single"/>
        </w:rPr>
        <w:t xml:space="preserve"> kusů</w:t>
      </w:r>
      <w:r w:rsidR="00B979D3" w:rsidRPr="7C55E24C">
        <w:rPr>
          <w:rFonts w:ascii="Arial" w:hAnsi="Arial" w:cs="Arial"/>
          <w:b/>
          <w:bCs/>
          <w:sz w:val="40"/>
          <w:szCs w:val="40"/>
          <w:u w:val="single"/>
        </w:rPr>
        <w:t>“</w:t>
      </w:r>
    </w:p>
    <w:p w14:paraId="7F8CF502" w14:textId="77777777" w:rsidR="008D49F8" w:rsidRPr="00264FC6" w:rsidRDefault="008D49F8" w:rsidP="003A518A">
      <w:pPr>
        <w:pStyle w:val="Nzev"/>
        <w:jc w:val="left"/>
      </w:pPr>
    </w:p>
    <w:p w14:paraId="5DA05BF0" w14:textId="77777777" w:rsidR="003A518A" w:rsidRPr="00264FC6" w:rsidRDefault="003A518A" w:rsidP="003A518A">
      <w:pPr>
        <w:pStyle w:val="Nzev"/>
        <w:jc w:val="left"/>
      </w:pPr>
    </w:p>
    <w:p w14:paraId="6BF3FD19" w14:textId="77777777" w:rsidR="000D5D98" w:rsidRPr="00264FC6" w:rsidRDefault="000D5D98" w:rsidP="003A518A">
      <w:pPr>
        <w:pStyle w:val="Nzev"/>
        <w:jc w:val="left"/>
      </w:pPr>
    </w:p>
    <w:p w14:paraId="0A418C0A" w14:textId="77777777" w:rsidR="000D5D98" w:rsidRPr="00264FC6" w:rsidRDefault="000D5D98" w:rsidP="003A518A">
      <w:pPr>
        <w:pStyle w:val="Nzev"/>
        <w:jc w:val="left"/>
      </w:pPr>
    </w:p>
    <w:p w14:paraId="0FA61B1A" w14:textId="77777777" w:rsidR="000D5D98" w:rsidRPr="00264FC6" w:rsidRDefault="000D5D98" w:rsidP="003A518A">
      <w:pPr>
        <w:pStyle w:val="Nzev"/>
        <w:jc w:val="left"/>
      </w:pPr>
    </w:p>
    <w:p w14:paraId="726A6226" w14:textId="77777777" w:rsidR="000D5D98" w:rsidRPr="00264FC6" w:rsidRDefault="000D5D98" w:rsidP="003A518A">
      <w:pPr>
        <w:pStyle w:val="Nzev"/>
        <w:jc w:val="left"/>
      </w:pPr>
    </w:p>
    <w:p w14:paraId="7644445C" w14:textId="77777777" w:rsidR="000D5D98" w:rsidRPr="00264FC6" w:rsidRDefault="000D5D98" w:rsidP="003A518A">
      <w:pPr>
        <w:pStyle w:val="Nzev"/>
        <w:jc w:val="left"/>
      </w:pPr>
    </w:p>
    <w:p w14:paraId="33FF87AA" w14:textId="77777777" w:rsidR="000D5D98" w:rsidRPr="00264FC6" w:rsidRDefault="000D5D98" w:rsidP="003A518A">
      <w:pPr>
        <w:pStyle w:val="Nzev"/>
        <w:jc w:val="left"/>
      </w:pPr>
    </w:p>
    <w:p w14:paraId="6D04638A" w14:textId="77777777" w:rsidR="000D5D98" w:rsidRPr="00264FC6" w:rsidRDefault="000D5D98" w:rsidP="003A518A">
      <w:pPr>
        <w:pStyle w:val="Nzev"/>
        <w:jc w:val="left"/>
      </w:pPr>
    </w:p>
    <w:p w14:paraId="5C6B9CB8" w14:textId="77777777" w:rsidR="000D5D98" w:rsidRPr="00264FC6" w:rsidRDefault="000D5D98" w:rsidP="003A518A">
      <w:pPr>
        <w:pStyle w:val="Nzev"/>
        <w:jc w:val="left"/>
      </w:pPr>
    </w:p>
    <w:p w14:paraId="276814CA" w14:textId="77777777" w:rsidR="000D5D98" w:rsidRPr="00264FC6" w:rsidRDefault="000D5D98" w:rsidP="003A518A">
      <w:pPr>
        <w:pStyle w:val="Nzev"/>
        <w:jc w:val="left"/>
      </w:pPr>
    </w:p>
    <w:p w14:paraId="5EF249F8" w14:textId="77777777" w:rsidR="000D5D98" w:rsidRDefault="000D5D98" w:rsidP="003A518A">
      <w:pPr>
        <w:pStyle w:val="Nzev"/>
        <w:jc w:val="left"/>
      </w:pPr>
    </w:p>
    <w:p w14:paraId="09753FF5" w14:textId="77777777" w:rsidR="001F228B" w:rsidRDefault="001F228B" w:rsidP="003A518A">
      <w:pPr>
        <w:pStyle w:val="Nzev"/>
        <w:jc w:val="left"/>
      </w:pPr>
    </w:p>
    <w:p w14:paraId="5001321D" w14:textId="77777777" w:rsidR="001F228B" w:rsidRDefault="001F228B" w:rsidP="003A518A">
      <w:pPr>
        <w:pStyle w:val="Nzev"/>
        <w:jc w:val="left"/>
      </w:pPr>
    </w:p>
    <w:p w14:paraId="7E7E2218" w14:textId="77777777" w:rsidR="001F228B" w:rsidRDefault="001F228B" w:rsidP="003A518A">
      <w:pPr>
        <w:pStyle w:val="Nzev"/>
        <w:jc w:val="left"/>
      </w:pPr>
    </w:p>
    <w:p w14:paraId="3682471E" w14:textId="77777777" w:rsidR="001F228B" w:rsidRDefault="001F228B" w:rsidP="003A518A">
      <w:pPr>
        <w:pStyle w:val="Nzev"/>
        <w:jc w:val="left"/>
      </w:pPr>
    </w:p>
    <w:p w14:paraId="76BF40E4" w14:textId="77777777" w:rsidR="001F228B" w:rsidRDefault="001F228B" w:rsidP="003A518A">
      <w:pPr>
        <w:pStyle w:val="Nzev"/>
        <w:jc w:val="left"/>
      </w:pPr>
    </w:p>
    <w:p w14:paraId="27BA1DB9" w14:textId="77777777" w:rsidR="001F228B" w:rsidRDefault="001F228B" w:rsidP="003A518A">
      <w:pPr>
        <w:pStyle w:val="Nzev"/>
        <w:jc w:val="left"/>
      </w:pPr>
    </w:p>
    <w:p w14:paraId="39D46DC8" w14:textId="77777777" w:rsidR="001F228B" w:rsidRDefault="001F228B" w:rsidP="003A518A">
      <w:pPr>
        <w:pStyle w:val="Nzev"/>
        <w:jc w:val="left"/>
      </w:pPr>
    </w:p>
    <w:p w14:paraId="64B511F4" w14:textId="77777777" w:rsidR="001F228B" w:rsidRDefault="001F228B" w:rsidP="003A518A">
      <w:pPr>
        <w:pStyle w:val="Nzev"/>
        <w:jc w:val="left"/>
      </w:pPr>
    </w:p>
    <w:p w14:paraId="423827D4" w14:textId="77777777" w:rsidR="001F228B" w:rsidRDefault="001F228B" w:rsidP="003A518A">
      <w:pPr>
        <w:pStyle w:val="Nzev"/>
        <w:jc w:val="left"/>
      </w:pPr>
    </w:p>
    <w:p w14:paraId="2462979F" w14:textId="77777777" w:rsidR="001F228B" w:rsidRDefault="001F228B" w:rsidP="003A518A">
      <w:pPr>
        <w:pStyle w:val="Nzev"/>
        <w:jc w:val="left"/>
      </w:pPr>
    </w:p>
    <w:p w14:paraId="6BBADC9E" w14:textId="77777777" w:rsidR="001F228B" w:rsidRDefault="001F228B" w:rsidP="003A518A">
      <w:pPr>
        <w:pStyle w:val="Nzev"/>
        <w:jc w:val="left"/>
      </w:pPr>
    </w:p>
    <w:p w14:paraId="14229EE8" w14:textId="77777777" w:rsidR="001F228B" w:rsidRDefault="001F228B" w:rsidP="003A518A">
      <w:pPr>
        <w:pStyle w:val="Nzev"/>
        <w:jc w:val="left"/>
      </w:pPr>
    </w:p>
    <w:p w14:paraId="48561C98" w14:textId="77777777" w:rsidR="001F228B" w:rsidRDefault="001F228B" w:rsidP="003A518A">
      <w:pPr>
        <w:pStyle w:val="Nzev"/>
        <w:jc w:val="left"/>
      </w:pPr>
    </w:p>
    <w:p w14:paraId="048D3A59" w14:textId="77777777" w:rsidR="001F228B" w:rsidRPr="00264FC6" w:rsidRDefault="001F228B" w:rsidP="003A518A">
      <w:pPr>
        <w:pStyle w:val="Nzev"/>
        <w:jc w:val="left"/>
      </w:pPr>
    </w:p>
    <w:p w14:paraId="100C9EF7" w14:textId="77777777" w:rsidR="000D5D98" w:rsidRPr="00264FC6" w:rsidRDefault="000D5D98" w:rsidP="003A518A">
      <w:pPr>
        <w:pStyle w:val="Nzev"/>
        <w:jc w:val="left"/>
      </w:pPr>
    </w:p>
    <w:p w14:paraId="4F3B2479" w14:textId="77777777" w:rsidR="000D5D98" w:rsidRPr="00264FC6" w:rsidRDefault="000D5D98" w:rsidP="003A518A">
      <w:pPr>
        <w:pStyle w:val="Nzev"/>
        <w:jc w:val="left"/>
      </w:pPr>
    </w:p>
    <w:p w14:paraId="2AF31F62" w14:textId="77777777" w:rsidR="000D5D98" w:rsidRPr="00264FC6" w:rsidRDefault="000D5D98" w:rsidP="003A518A">
      <w:pPr>
        <w:pStyle w:val="Nzev"/>
        <w:jc w:val="left"/>
      </w:pPr>
    </w:p>
    <w:p w14:paraId="4C07BBE2" w14:textId="77777777" w:rsidR="000D5D98" w:rsidRPr="00264FC6" w:rsidRDefault="000D5D98" w:rsidP="003A518A">
      <w:pPr>
        <w:pStyle w:val="Nzev"/>
        <w:jc w:val="left"/>
      </w:pPr>
    </w:p>
    <w:p w14:paraId="5FBF994D" w14:textId="77777777" w:rsidR="000D5D98" w:rsidRPr="00264FC6" w:rsidRDefault="000D5D98" w:rsidP="003A518A">
      <w:pPr>
        <w:pStyle w:val="Nzev"/>
        <w:jc w:val="left"/>
      </w:pPr>
    </w:p>
    <w:p w14:paraId="546914C2" w14:textId="77777777" w:rsidR="002E2375" w:rsidRDefault="002E2375" w:rsidP="003A518A">
      <w:pPr>
        <w:pStyle w:val="Nzev"/>
        <w:jc w:val="left"/>
      </w:pPr>
    </w:p>
    <w:p w14:paraId="15643453" w14:textId="2F5598A3" w:rsidR="00CC1FD4" w:rsidRDefault="00CC1FD4" w:rsidP="001F228B">
      <w:pPr>
        <w:pStyle w:val="Zkladntext"/>
        <w:spacing w:after="60"/>
      </w:pPr>
    </w:p>
    <w:p w14:paraId="507E0FA5" w14:textId="2FAEE9A0" w:rsidR="00CC1FD4" w:rsidRDefault="00826C62" w:rsidP="7C55E24C">
      <w:pPr>
        <w:pStyle w:val="Zkladntext"/>
        <w:spacing w:after="60"/>
        <w:jc w:val="both"/>
        <w:rPr>
          <w:rFonts w:ascii="Arial" w:hAnsi="Arial" w:cs="Arial"/>
          <w:sz w:val="22"/>
          <w:szCs w:val="22"/>
          <w:u w:val="single"/>
        </w:rPr>
      </w:pPr>
      <w:r w:rsidRPr="7C55E24C">
        <w:rPr>
          <w:rFonts w:ascii="Arial" w:hAnsi="Arial" w:cs="Arial"/>
          <w:sz w:val="22"/>
          <w:szCs w:val="22"/>
          <w:u w:val="single"/>
        </w:rPr>
        <w:lastRenderedPageBreak/>
        <w:t>Technické požadavky</w:t>
      </w:r>
      <w:r w:rsidR="00747625" w:rsidRPr="7C55E24C">
        <w:rPr>
          <w:rFonts w:ascii="Arial" w:hAnsi="Arial" w:cs="Arial"/>
          <w:sz w:val="22"/>
          <w:szCs w:val="22"/>
          <w:u w:val="single"/>
        </w:rPr>
        <w:t xml:space="preserve"> pro </w:t>
      </w:r>
      <w:r w:rsidR="001465C7">
        <w:rPr>
          <w:rFonts w:ascii="Arial" w:hAnsi="Arial" w:cs="Arial"/>
          <w:sz w:val="22"/>
          <w:szCs w:val="22"/>
          <w:u w:val="single"/>
        </w:rPr>
        <w:t>dodávku</w:t>
      </w:r>
      <w:r w:rsidR="00ED6610" w:rsidRPr="7C55E24C">
        <w:rPr>
          <w:rFonts w:ascii="Arial" w:hAnsi="Arial" w:cs="Arial"/>
          <w:sz w:val="22"/>
          <w:szCs w:val="22"/>
          <w:u w:val="single"/>
        </w:rPr>
        <w:t xml:space="preserve"> vibračních válců</w:t>
      </w:r>
      <w:r w:rsidR="004028DB" w:rsidRPr="7C55E24C">
        <w:rPr>
          <w:rFonts w:ascii="Arial" w:hAnsi="Arial" w:cs="Arial"/>
          <w:sz w:val="22"/>
          <w:szCs w:val="22"/>
          <w:u w:val="single"/>
        </w:rPr>
        <w:t xml:space="preserve"> v počtu 2 kusů</w:t>
      </w:r>
    </w:p>
    <w:p w14:paraId="3FAD5C30" w14:textId="77777777" w:rsidR="00E64363" w:rsidRDefault="00E64363" w:rsidP="7C55E24C">
      <w:pPr>
        <w:pStyle w:val="Zkladntext"/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26F23A25" w14:textId="466A5377" w:rsidR="00E64363" w:rsidRPr="00E64363" w:rsidRDefault="00E64363" w:rsidP="7C55E24C">
      <w:pPr>
        <w:pStyle w:val="Zkladntext"/>
        <w:spacing w:after="60"/>
        <w:jc w:val="both"/>
        <w:rPr>
          <w:rFonts w:ascii="Arial" w:hAnsi="Arial" w:cs="Arial"/>
          <w:sz w:val="22"/>
          <w:szCs w:val="22"/>
          <w:u w:val="single"/>
        </w:rPr>
      </w:pPr>
      <w:r w:rsidRPr="7C55E24C">
        <w:rPr>
          <w:rFonts w:ascii="Arial" w:hAnsi="Arial" w:cs="Arial"/>
          <w:sz w:val="22"/>
          <w:szCs w:val="22"/>
          <w:u w:val="single"/>
        </w:rPr>
        <w:t>Vysvětlivky:</w:t>
      </w:r>
    </w:p>
    <w:p w14:paraId="2C284AA5" w14:textId="2395F2BD" w:rsidR="00E64363" w:rsidRPr="001F228B" w:rsidRDefault="00E64363" w:rsidP="7C55E24C">
      <w:pPr>
        <w:pStyle w:val="Zkladntext"/>
        <w:spacing w:after="60"/>
        <w:jc w:val="both"/>
        <w:rPr>
          <w:rFonts w:ascii="Arial" w:hAnsi="Arial" w:cs="Arial"/>
          <w:b w:val="0"/>
          <w:sz w:val="22"/>
          <w:szCs w:val="22"/>
        </w:rPr>
      </w:pPr>
      <w:r w:rsidRPr="7C55E24C">
        <w:rPr>
          <w:rFonts w:ascii="Arial" w:hAnsi="Arial" w:cs="Arial"/>
          <w:b w:val="0"/>
          <w:sz w:val="22"/>
          <w:szCs w:val="22"/>
        </w:rPr>
        <w:t>Minimálně – min</w:t>
      </w:r>
      <w:r w:rsidR="00372C6F">
        <w:rPr>
          <w:rFonts w:ascii="Arial" w:hAnsi="Arial" w:cs="Arial"/>
          <w:b w:val="0"/>
          <w:sz w:val="22"/>
          <w:szCs w:val="22"/>
        </w:rPr>
        <w:t>.</w:t>
      </w:r>
    </w:p>
    <w:p w14:paraId="1B78FAB2" w14:textId="0C333571" w:rsidR="00E64363" w:rsidRPr="001F228B" w:rsidRDefault="00372C6F" w:rsidP="7C55E24C">
      <w:pPr>
        <w:pStyle w:val="Zkladntext"/>
        <w:spacing w:after="60"/>
        <w:jc w:val="both"/>
        <w:rPr>
          <w:b w:val="0"/>
          <w:sz w:val="16"/>
          <w:szCs w:val="16"/>
        </w:rPr>
      </w:pPr>
      <w:r w:rsidRPr="7C55E24C">
        <w:rPr>
          <w:rFonts w:ascii="Arial" w:hAnsi="Arial" w:cs="Arial"/>
          <w:b w:val="0"/>
          <w:sz w:val="22"/>
          <w:szCs w:val="22"/>
        </w:rPr>
        <w:t>Maximálně -</w:t>
      </w:r>
      <w:r w:rsidR="00E64363" w:rsidRPr="7C55E24C">
        <w:rPr>
          <w:rFonts w:ascii="Arial" w:hAnsi="Arial" w:cs="Arial"/>
          <w:b w:val="0"/>
          <w:sz w:val="22"/>
          <w:szCs w:val="22"/>
        </w:rPr>
        <w:t xml:space="preserve"> max</w:t>
      </w:r>
      <w:r w:rsidR="00E64363" w:rsidRPr="7C55E24C">
        <w:rPr>
          <w:b w:val="0"/>
          <w:sz w:val="22"/>
          <w:szCs w:val="22"/>
        </w:rPr>
        <w:t>.</w:t>
      </w:r>
    </w:p>
    <w:p w14:paraId="03285BE1" w14:textId="77777777" w:rsidR="00CC1FD4" w:rsidRDefault="00CC1FD4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/>
          <w:sz w:val="16"/>
        </w:rPr>
      </w:pPr>
    </w:p>
    <w:tbl>
      <w:tblPr>
        <w:tblW w:w="97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5790"/>
        <w:gridCol w:w="1321"/>
        <w:gridCol w:w="1654"/>
      </w:tblGrid>
      <w:tr w:rsidR="00CC1FD4" w:rsidRPr="00816553" w14:paraId="72606E95" w14:textId="77777777" w:rsidTr="7C55E24C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693E2" w14:textId="7D2A44A1" w:rsidR="00CC1FD4" w:rsidRPr="00816553" w:rsidRDefault="00CC1FD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182906627"/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EF3C2" w14:textId="0F852BE8" w:rsidR="00A47D72" w:rsidRPr="00816553" w:rsidRDefault="00E110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7C55E24C">
              <w:rPr>
                <w:rFonts w:ascii="Arial" w:hAnsi="Arial" w:cs="Arial"/>
                <w:b/>
                <w:bCs/>
                <w:sz w:val="22"/>
                <w:szCs w:val="22"/>
              </w:rPr>
              <w:t>Vibrační vále</w:t>
            </w:r>
            <w:r w:rsidR="004028DB" w:rsidRPr="7C55E24C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CC1FD4" w:rsidRPr="7C55E24C">
              <w:rPr>
                <w:rFonts w:ascii="Arial" w:hAnsi="Arial" w:cs="Arial"/>
                <w:b/>
                <w:bCs/>
                <w:sz w:val="22"/>
                <w:szCs w:val="22"/>
              </w:rPr>
              <w:t>, typ a označení:</w:t>
            </w:r>
          </w:p>
          <w:p w14:paraId="339436B2" w14:textId="5FCB9C7A" w:rsidR="00A47D72" w:rsidRPr="00816553" w:rsidRDefault="00A47D7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8E471" w14:textId="4AE21E19" w:rsidR="00CC1FD4" w:rsidRPr="00EA5A65" w:rsidRDefault="0007490B" w:rsidP="00816553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Doplní </w:t>
            </w:r>
            <w:r w:rsidR="00C27707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prodávající</w:t>
            </w:r>
          </w:p>
        </w:tc>
      </w:tr>
      <w:tr w:rsidR="00CC1FD4" w:rsidRPr="00816553" w14:paraId="59AC9272" w14:textId="77777777" w:rsidTr="7C55E24C">
        <w:trPr>
          <w:trHeight w:val="300"/>
        </w:trPr>
        <w:tc>
          <w:tcPr>
            <w:tcW w:w="939" w:type="dxa"/>
            <w:tcBorders>
              <w:top w:val="single" w:sz="4" w:space="0" w:color="auto"/>
            </w:tcBorders>
            <w:noWrap/>
            <w:vAlign w:val="center"/>
          </w:tcPr>
          <w:p w14:paraId="0CF2C8A1" w14:textId="4D02BD70" w:rsidR="00CC1FD4" w:rsidRPr="00816553" w:rsidRDefault="00CC1FD4" w:rsidP="00CC1F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sz w:val="20"/>
                <w:szCs w:val="20"/>
              </w:rPr>
              <w:t>Č.</w:t>
            </w:r>
          </w:p>
        </w:tc>
        <w:tc>
          <w:tcPr>
            <w:tcW w:w="5790" w:type="dxa"/>
            <w:tcBorders>
              <w:top w:val="single" w:sz="4" w:space="0" w:color="auto"/>
            </w:tcBorders>
            <w:vAlign w:val="center"/>
          </w:tcPr>
          <w:p w14:paraId="5907772B" w14:textId="01B00EE6" w:rsidR="00CC1FD4" w:rsidRPr="00816553" w:rsidRDefault="00A47D72" w:rsidP="00CC1F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sz w:val="20"/>
                <w:szCs w:val="20"/>
              </w:rPr>
              <w:t>Název parametru, požadavku</w:t>
            </w:r>
          </w:p>
        </w:tc>
        <w:tc>
          <w:tcPr>
            <w:tcW w:w="1321" w:type="dxa"/>
            <w:tcBorders>
              <w:top w:val="single" w:sz="4" w:space="0" w:color="auto"/>
            </w:tcBorders>
            <w:noWrap/>
            <w:vAlign w:val="center"/>
          </w:tcPr>
          <w:p w14:paraId="0E738CAF" w14:textId="1FFA3F69" w:rsidR="00CC1FD4" w:rsidRPr="00816553" w:rsidRDefault="00A47D72" w:rsidP="008165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Možnosti / </w:t>
            </w:r>
            <w:r w:rsidR="00372C6F" w:rsidRPr="008165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způsob vyplnění</w:t>
            </w:r>
          </w:p>
        </w:tc>
        <w:tc>
          <w:tcPr>
            <w:tcW w:w="1654" w:type="dxa"/>
            <w:tcBorders>
              <w:top w:val="single" w:sz="4" w:space="0" w:color="auto"/>
            </w:tcBorders>
            <w:noWrap/>
            <w:vAlign w:val="center"/>
          </w:tcPr>
          <w:p w14:paraId="50728D77" w14:textId="17FFDAE3" w:rsidR="00A47D72" w:rsidRPr="00EA5A65" w:rsidRDefault="00C27707" w:rsidP="00816553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Prodávající</w:t>
            </w:r>
            <w:r w:rsidR="0007490B"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A47D72"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vyplní</w:t>
            </w:r>
          </w:p>
          <w:p w14:paraId="55A9E213" w14:textId="6856FF42" w:rsidR="00A47D72" w:rsidRPr="00EA5A65" w:rsidRDefault="00A47D72" w:rsidP="00816553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hodnotu platnou</w:t>
            </w:r>
          </w:p>
          <w:p w14:paraId="01E8C3CF" w14:textId="7152D68E" w:rsidR="00CC1FD4" w:rsidRPr="00816553" w:rsidRDefault="00A47D72" w:rsidP="008165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 nabízený stroj</w:t>
            </w:r>
          </w:p>
        </w:tc>
      </w:tr>
      <w:tr w:rsidR="00057286" w:rsidRPr="00816553" w14:paraId="5CC7E46B" w14:textId="77777777" w:rsidTr="001F228B">
        <w:trPr>
          <w:trHeight w:val="300"/>
        </w:trPr>
        <w:tc>
          <w:tcPr>
            <w:tcW w:w="939" w:type="dxa"/>
            <w:noWrap/>
            <w:vAlign w:val="center"/>
          </w:tcPr>
          <w:p w14:paraId="059BDF5A" w14:textId="4625C46D" w:rsidR="00057286" w:rsidRPr="001F228B" w:rsidRDefault="00057286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0" w:type="dxa"/>
          </w:tcPr>
          <w:p w14:paraId="47D4424E" w14:textId="5F60C65C" w:rsidR="00057286" w:rsidRPr="000D0D78" w:rsidRDefault="00057286" w:rsidP="00057286">
            <w:pPr>
              <w:rPr>
                <w:rFonts w:ascii="Arial" w:hAnsi="Arial" w:cs="Arial"/>
                <w:sz w:val="20"/>
                <w:szCs w:val="20"/>
              </w:rPr>
            </w:pPr>
            <w:r>
              <w:t>T</w:t>
            </w:r>
            <w:r w:rsidR="00ED6610">
              <w:t>andemový válec s vibračním a oscilačním běhounem</w:t>
            </w:r>
            <w:r w:rsidR="001465C7">
              <w:t xml:space="preserve"> </w:t>
            </w:r>
            <w:r w:rsidR="0094344E" w:rsidRPr="008F0BD3">
              <w:t>použitý</w:t>
            </w:r>
            <w:r w:rsidR="005A493E" w:rsidRPr="008F0BD3">
              <w:t xml:space="preserve"> nebo nový.</w:t>
            </w:r>
          </w:p>
        </w:tc>
        <w:tc>
          <w:tcPr>
            <w:tcW w:w="1321" w:type="dxa"/>
            <w:noWrap/>
            <w:vAlign w:val="center"/>
          </w:tcPr>
          <w:p w14:paraId="00338096" w14:textId="449BA7B8" w:rsidR="00057286" w:rsidRDefault="00057286" w:rsidP="7C55E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55E2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35009689" w14:textId="4530285E" w:rsidR="00D12A7C" w:rsidRPr="00816553" w:rsidRDefault="00D12A7C" w:rsidP="000572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  <w:noWrap/>
            <w:vAlign w:val="center"/>
          </w:tcPr>
          <w:p w14:paraId="729BC455" w14:textId="6C8B7C76" w:rsidR="00057286" w:rsidRPr="00816553" w:rsidRDefault="00057286" w:rsidP="000572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44E" w:rsidRPr="00816553" w14:paraId="1E36ECCC" w14:textId="77777777" w:rsidTr="001F228B">
        <w:trPr>
          <w:trHeight w:val="300"/>
        </w:trPr>
        <w:tc>
          <w:tcPr>
            <w:tcW w:w="939" w:type="dxa"/>
            <w:noWrap/>
            <w:vAlign w:val="center"/>
          </w:tcPr>
          <w:p w14:paraId="566C6DD6" w14:textId="77777777" w:rsidR="0094344E" w:rsidRPr="001F228B" w:rsidRDefault="0094344E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0" w:type="dxa"/>
          </w:tcPr>
          <w:p w14:paraId="18BE972B" w14:textId="153A9B3E" w:rsidR="0094344E" w:rsidRDefault="0094344E" w:rsidP="00057286">
            <w:r>
              <w:t xml:space="preserve">Rok výroby </w:t>
            </w:r>
            <w:r w:rsidR="005A493E">
              <w:t>mi</w:t>
            </w:r>
            <w:r w:rsidR="005A493E" w:rsidRPr="00AE7B3D">
              <w:t xml:space="preserve">n. </w:t>
            </w:r>
            <w:r w:rsidRPr="00AE7B3D">
              <w:t>202</w:t>
            </w:r>
            <w:r w:rsidR="00AE7B3D" w:rsidRPr="00AE7B3D">
              <w:t>5</w:t>
            </w:r>
            <w:r w:rsidRPr="00AE7B3D">
              <w:rPr>
                <w:b/>
                <w:bCs/>
              </w:rPr>
              <w:t xml:space="preserve"> </w:t>
            </w:r>
          </w:p>
        </w:tc>
        <w:tc>
          <w:tcPr>
            <w:tcW w:w="1321" w:type="dxa"/>
            <w:noWrap/>
            <w:vAlign w:val="center"/>
          </w:tcPr>
          <w:p w14:paraId="62B9F9BA" w14:textId="50081F81" w:rsidR="0094344E" w:rsidRPr="7C55E24C" w:rsidRDefault="0094344E" w:rsidP="7C55E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654" w:type="dxa"/>
            <w:noWrap/>
            <w:vAlign w:val="center"/>
          </w:tcPr>
          <w:p w14:paraId="13AE3BC0" w14:textId="77777777" w:rsidR="0094344E" w:rsidRPr="00816553" w:rsidRDefault="0094344E" w:rsidP="000572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44E" w:rsidRPr="00816553" w14:paraId="00BD95A7" w14:textId="77777777" w:rsidTr="001F228B">
        <w:trPr>
          <w:trHeight w:val="300"/>
        </w:trPr>
        <w:tc>
          <w:tcPr>
            <w:tcW w:w="939" w:type="dxa"/>
            <w:noWrap/>
            <w:vAlign w:val="center"/>
          </w:tcPr>
          <w:p w14:paraId="7A857BFD" w14:textId="77777777" w:rsidR="0094344E" w:rsidRPr="001F228B" w:rsidRDefault="0094344E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0" w:type="dxa"/>
          </w:tcPr>
          <w:p w14:paraId="6DF29F54" w14:textId="040E6656" w:rsidR="0094344E" w:rsidRPr="008A37ED" w:rsidRDefault="0094344E" w:rsidP="00057286">
            <w:r w:rsidRPr="008A37ED">
              <w:t xml:space="preserve">Počet motohodin max. </w:t>
            </w:r>
            <w:r w:rsidR="008F0BD3" w:rsidRPr="008A37ED">
              <w:t>4</w:t>
            </w:r>
            <w:r w:rsidRPr="008A37ED">
              <w:t>00.</w:t>
            </w:r>
          </w:p>
        </w:tc>
        <w:tc>
          <w:tcPr>
            <w:tcW w:w="1321" w:type="dxa"/>
            <w:noWrap/>
            <w:vAlign w:val="center"/>
          </w:tcPr>
          <w:p w14:paraId="0FD754A0" w14:textId="41AA0F96" w:rsidR="0094344E" w:rsidRPr="7C55E24C" w:rsidRDefault="0094344E" w:rsidP="7C55E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654" w:type="dxa"/>
            <w:noWrap/>
            <w:vAlign w:val="center"/>
          </w:tcPr>
          <w:p w14:paraId="52D64262" w14:textId="77777777" w:rsidR="0094344E" w:rsidRPr="00816553" w:rsidRDefault="0094344E" w:rsidP="000572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286" w:rsidRPr="00816553" w14:paraId="1EFEC9FB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7BBA5239" w14:textId="098535E8" w:rsidR="00057286" w:rsidRPr="001F228B" w:rsidRDefault="00057286" w:rsidP="000572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90" w:type="dxa"/>
            <w:hideMark/>
          </w:tcPr>
          <w:p w14:paraId="35F1495F" w14:textId="1360C1C2" w:rsidR="00057286" w:rsidRPr="001F228B" w:rsidRDefault="00E64363" w:rsidP="7C55E24C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C55E24C">
              <w:rPr>
                <w:b/>
                <w:bCs/>
              </w:rPr>
              <w:t>Kabina</w:t>
            </w:r>
            <w:r w:rsidR="000D0D78" w:rsidRPr="7C55E24C">
              <w:rPr>
                <w:b/>
                <w:bCs/>
              </w:rPr>
              <w:t xml:space="preserve"> </w:t>
            </w:r>
          </w:p>
        </w:tc>
        <w:tc>
          <w:tcPr>
            <w:tcW w:w="1321" w:type="dxa"/>
            <w:noWrap/>
            <w:vAlign w:val="center"/>
            <w:hideMark/>
          </w:tcPr>
          <w:p w14:paraId="04989FDA" w14:textId="33AF9D08" w:rsidR="00057286" w:rsidRPr="00816553" w:rsidRDefault="00057286" w:rsidP="000572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  <w:noWrap/>
            <w:vAlign w:val="center"/>
            <w:hideMark/>
          </w:tcPr>
          <w:p w14:paraId="6E39159B" w14:textId="3E32B3E0" w:rsidR="00057286" w:rsidRPr="00816553" w:rsidRDefault="00057286" w:rsidP="000572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286" w:rsidRPr="00816553" w14:paraId="07B3108C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2F97609A" w14:textId="1B25CB45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5790" w:type="dxa"/>
            <w:hideMark/>
          </w:tcPr>
          <w:p w14:paraId="5D61B32F" w14:textId="6A47D67E" w:rsidR="00057286" w:rsidRPr="001F228B" w:rsidRDefault="00ED6610" w:rsidP="00057286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Velkoprostorová </w:t>
            </w:r>
            <w:r w:rsidR="006737C4">
              <w:t xml:space="preserve">s topením </w:t>
            </w:r>
            <w:r>
              <w:t>klimatizovaná panoramatická kabina</w:t>
            </w:r>
            <w:r w:rsidRPr="7C55E24C">
              <w:rPr>
                <w:color w:val="000000" w:themeColor="text1"/>
              </w:rPr>
              <w:t xml:space="preserve">. </w:t>
            </w:r>
          </w:p>
        </w:tc>
        <w:tc>
          <w:tcPr>
            <w:tcW w:w="1321" w:type="dxa"/>
            <w:noWrap/>
            <w:vAlign w:val="center"/>
            <w:hideMark/>
          </w:tcPr>
          <w:p w14:paraId="42E89CAC" w14:textId="2D699C05" w:rsidR="00057286" w:rsidRDefault="00ED6610" w:rsidP="001F22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0823F79B" w14:textId="75A412FF" w:rsidR="00ED6610" w:rsidRPr="00816553" w:rsidRDefault="00ED6610" w:rsidP="00481D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noWrap/>
            <w:vAlign w:val="center"/>
            <w:hideMark/>
          </w:tcPr>
          <w:p w14:paraId="66DEAD81" w14:textId="3A2B7FB4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404" w:rsidRPr="00816553" w14:paraId="21D2C5CA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0ACD5607" w14:textId="13F3D66F" w:rsidR="00445404" w:rsidRPr="7C55E24C" w:rsidRDefault="0094344E" w:rsidP="00402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5790" w:type="dxa"/>
          </w:tcPr>
          <w:p w14:paraId="026A05D1" w14:textId="61534E5F" w:rsidR="00445404" w:rsidRDefault="00445404" w:rsidP="00057286">
            <w:r>
              <w:t>Izolovaná od vibrací s oboustranným nástupem a s koncepcí volného výhledu a volným výhledem na běhouny a staveniště</w:t>
            </w:r>
          </w:p>
        </w:tc>
        <w:tc>
          <w:tcPr>
            <w:tcW w:w="1321" w:type="dxa"/>
            <w:noWrap/>
            <w:vAlign w:val="center"/>
          </w:tcPr>
          <w:p w14:paraId="386DCA0A" w14:textId="47934009" w:rsidR="00445404" w:rsidRPr="7C55E24C" w:rsidRDefault="00445404" w:rsidP="001F22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</w:tcPr>
          <w:p w14:paraId="66ECB46E" w14:textId="77777777" w:rsidR="00445404" w:rsidRPr="00816553" w:rsidRDefault="00445404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404" w:rsidRPr="00816553" w14:paraId="78F3FD7D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1C1444D7" w14:textId="083BA632" w:rsidR="00445404" w:rsidRPr="7C55E24C" w:rsidRDefault="0094344E" w:rsidP="00402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5790" w:type="dxa"/>
          </w:tcPr>
          <w:p w14:paraId="50A1A9EC" w14:textId="12491D8F" w:rsidR="00445404" w:rsidRDefault="00445404" w:rsidP="00057286">
            <w:r>
              <w:t xml:space="preserve">Spodní okna kabiny vpředu a vzadu </w:t>
            </w:r>
          </w:p>
        </w:tc>
        <w:tc>
          <w:tcPr>
            <w:tcW w:w="1321" w:type="dxa"/>
            <w:noWrap/>
            <w:vAlign w:val="center"/>
          </w:tcPr>
          <w:p w14:paraId="650096F4" w14:textId="3003E86C" w:rsidR="00445404" w:rsidRPr="7C55E24C" w:rsidRDefault="00445404" w:rsidP="001F22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</w:tcPr>
          <w:p w14:paraId="62ABEEC6" w14:textId="77777777" w:rsidR="00445404" w:rsidRPr="00816553" w:rsidRDefault="00445404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7C4" w:rsidRPr="00816553" w14:paraId="53B32350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54ACDBA7" w14:textId="6BC8FCF2" w:rsidR="006737C4" w:rsidRDefault="0094344E" w:rsidP="00402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5790" w:type="dxa"/>
          </w:tcPr>
          <w:p w14:paraId="06737F19" w14:textId="4BE364DB" w:rsidR="006737C4" w:rsidRPr="00832238" w:rsidRDefault="006737C4" w:rsidP="00057286">
            <w:r>
              <w:t>Elektrické nastavení ovládací jednotky sedadla, s automatikou couvání a samonavíjecím bezpečnostním pásem</w:t>
            </w:r>
          </w:p>
        </w:tc>
        <w:tc>
          <w:tcPr>
            <w:tcW w:w="1321" w:type="dxa"/>
            <w:noWrap/>
            <w:vAlign w:val="center"/>
          </w:tcPr>
          <w:p w14:paraId="41EAD587" w14:textId="770C7966" w:rsidR="006737C4" w:rsidRDefault="006737C4" w:rsidP="001F22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17DF8500" w14:textId="77777777" w:rsidR="006737C4" w:rsidRPr="00816553" w:rsidRDefault="006737C4" w:rsidP="001F22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noWrap/>
            <w:vAlign w:val="center"/>
          </w:tcPr>
          <w:p w14:paraId="74FE1D33" w14:textId="77777777" w:rsidR="006737C4" w:rsidRPr="00816553" w:rsidRDefault="006737C4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363" w:rsidRPr="00816553" w14:paraId="0E837B59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5D75F864" w14:textId="50C0F97A" w:rsidR="00E64363" w:rsidRPr="00816553" w:rsidRDefault="0094344E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5790" w:type="dxa"/>
            <w:noWrap/>
          </w:tcPr>
          <w:p w14:paraId="11C70C11" w14:textId="3A925AC1" w:rsidR="00E64363" w:rsidRDefault="00E64363" w:rsidP="00057286">
            <w:r>
              <w:t xml:space="preserve">Plynulé otáčení </w:t>
            </w:r>
            <w:r w:rsidR="004C0C4A">
              <w:t xml:space="preserve">sedadla </w:t>
            </w:r>
            <w:r>
              <w:t>o min. 250° doleva a o min.  90°; doprava a boční posouvání doprava a doleva s multifunkční sklápěcí opěrkou vpravo.</w:t>
            </w:r>
          </w:p>
        </w:tc>
        <w:tc>
          <w:tcPr>
            <w:tcW w:w="1321" w:type="dxa"/>
            <w:noWrap/>
            <w:vAlign w:val="center"/>
          </w:tcPr>
          <w:p w14:paraId="1DCD823F" w14:textId="77777777" w:rsidR="00E64363" w:rsidRDefault="00E64363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  <w:p w14:paraId="1C26A5B2" w14:textId="7B3956AE" w:rsidR="00C46EB1" w:rsidRPr="00816553" w:rsidRDefault="00C46EB1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/ne</w:t>
            </w:r>
          </w:p>
        </w:tc>
        <w:tc>
          <w:tcPr>
            <w:tcW w:w="1654" w:type="dxa"/>
            <w:noWrap/>
            <w:vAlign w:val="center"/>
          </w:tcPr>
          <w:p w14:paraId="11AF5603" w14:textId="77777777" w:rsidR="00E64363" w:rsidRPr="00816553" w:rsidRDefault="00E64363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2A50A243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2ACDCD03" w14:textId="24037591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790" w:type="dxa"/>
            <w:noWrap/>
          </w:tcPr>
          <w:p w14:paraId="343EA5C9" w14:textId="513AF4EE" w:rsidR="0094344E" w:rsidRDefault="0094344E" w:rsidP="0094344E">
            <w:r>
              <w:t>Všechny ovládací a zobrazovací prvky se nacházejí v oblasti sedadla řidiče.</w:t>
            </w:r>
          </w:p>
        </w:tc>
        <w:tc>
          <w:tcPr>
            <w:tcW w:w="1321" w:type="dxa"/>
            <w:noWrap/>
            <w:vAlign w:val="center"/>
          </w:tcPr>
          <w:p w14:paraId="626AE49D" w14:textId="042DC471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</w:tcPr>
          <w:p w14:paraId="39D137A6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3583877F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7B8E86CC" w14:textId="34C39D0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790" w:type="dxa"/>
            <w:noWrap/>
            <w:hideMark/>
          </w:tcPr>
          <w:p w14:paraId="25D64C4D" w14:textId="490D74A0" w:rsidR="0094344E" w:rsidRPr="000D0D78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Dělené dveře, min. 2 venkovní zpětná zrcátka </w:t>
            </w:r>
          </w:p>
        </w:tc>
        <w:tc>
          <w:tcPr>
            <w:tcW w:w="1321" w:type="dxa"/>
            <w:noWrap/>
            <w:vAlign w:val="center"/>
            <w:hideMark/>
          </w:tcPr>
          <w:p w14:paraId="1958602A" w14:textId="4DF3397D" w:rsidR="0094344E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2939FA1E" w14:textId="079BEDAE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  <w:hideMark/>
          </w:tcPr>
          <w:p w14:paraId="303D2A10" w14:textId="31CEE260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756D06EC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64558C39" w14:textId="7847713D" w:rsidR="0094344E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790" w:type="dxa"/>
            <w:noWrap/>
          </w:tcPr>
          <w:p w14:paraId="40F15B5F" w14:textId="6803004C" w:rsidR="0094344E" w:rsidRDefault="0094344E" w:rsidP="0094344E">
            <w:r>
              <w:t>Vnitřní zpětné zrcátko</w:t>
            </w:r>
          </w:p>
        </w:tc>
        <w:tc>
          <w:tcPr>
            <w:tcW w:w="1321" w:type="dxa"/>
            <w:noWrap/>
            <w:vAlign w:val="center"/>
          </w:tcPr>
          <w:p w14:paraId="064B1E3D" w14:textId="1F291F34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</w:tcPr>
          <w:p w14:paraId="0AD3ABA8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48E79C39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4E8BB45A" w14:textId="394D4B2C" w:rsidR="0094344E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790" w:type="dxa"/>
            <w:noWrap/>
          </w:tcPr>
          <w:p w14:paraId="6092C1E0" w14:textId="49EB6350" w:rsidR="0094344E" w:rsidRDefault="0094344E" w:rsidP="0094344E">
            <w:r>
              <w:t>Stěrač předního a zadního okna</w:t>
            </w:r>
          </w:p>
        </w:tc>
        <w:tc>
          <w:tcPr>
            <w:tcW w:w="1321" w:type="dxa"/>
            <w:noWrap/>
            <w:vAlign w:val="center"/>
          </w:tcPr>
          <w:p w14:paraId="79249EC4" w14:textId="049C3150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</w:tcPr>
          <w:p w14:paraId="0CEBB0BB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10FC0351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11F1EB41" w14:textId="537C6994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5790" w:type="dxa"/>
            <w:hideMark/>
          </w:tcPr>
          <w:p w14:paraId="08DAE778" w14:textId="51BB09F3" w:rsidR="0094344E" w:rsidRPr="00ED6610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Autorádio s handsfree</w:t>
            </w:r>
          </w:p>
        </w:tc>
        <w:tc>
          <w:tcPr>
            <w:tcW w:w="1321" w:type="dxa"/>
            <w:noWrap/>
            <w:vAlign w:val="center"/>
            <w:hideMark/>
          </w:tcPr>
          <w:p w14:paraId="50EEABAD" w14:textId="242FCBE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6F3CF7D1" w14:textId="68CF4960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3F3CB63F" w14:textId="77777777" w:rsidTr="001F228B">
        <w:trPr>
          <w:trHeight w:val="300"/>
        </w:trPr>
        <w:tc>
          <w:tcPr>
            <w:tcW w:w="939" w:type="dxa"/>
            <w:noWrap/>
            <w:vAlign w:val="center"/>
          </w:tcPr>
          <w:p w14:paraId="6C537837" w14:textId="68939709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90" w:type="dxa"/>
          </w:tcPr>
          <w:p w14:paraId="5937C46C" w14:textId="1916C92A" w:rsidR="0094344E" w:rsidRPr="00572B01" w:rsidRDefault="0094344E" w:rsidP="0094344E">
            <w:r>
              <w:t>Výstražný maják oranžové barvy umístěn na střeše válce</w:t>
            </w:r>
          </w:p>
        </w:tc>
        <w:tc>
          <w:tcPr>
            <w:tcW w:w="1321" w:type="dxa"/>
            <w:noWrap/>
            <w:vAlign w:val="center"/>
          </w:tcPr>
          <w:p w14:paraId="4B77598C" w14:textId="271454CE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</w:tcPr>
          <w:p w14:paraId="3CB3226E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71721BCF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2F17ED9A" w14:textId="4B6C3D31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90" w:type="dxa"/>
            <w:hideMark/>
          </w:tcPr>
          <w:p w14:paraId="4403091B" w14:textId="3EA657ED" w:rsidR="0094344E" w:rsidRPr="00ED6610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 w:rsidRPr="00572B01">
              <w:t xml:space="preserve">Elektrické proporcionální ovládání </w:t>
            </w:r>
            <w:r>
              <w:t xml:space="preserve">válce </w:t>
            </w:r>
            <w:r w:rsidRPr="7C55E24C">
              <w:rPr>
                <w:shd w:val="clear" w:color="auto" w:fill="FFFFFF"/>
              </w:rPr>
              <w:t>joystickem umístěn v dosahu řidiče.</w:t>
            </w:r>
          </w:p>
        </w:tc>
        <w:tc>
          <w:tcPr>
            <w:tcW w:w="1321" w:type="dxa"/>
            <w:noWrap/>
            <w:vAlign w:val="center"/>
            <w:hideMark/>
          </w:tcPr>
          <w:p w14:paraId="43813AAF" w14:textId="7B4FC6C1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4FB5184D" w14:textId="733ED32B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56F96240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4EB64330" w14:textId="7312A6FE" w:rsidR="0094344E" w:rsidRDefault="005A493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790" w:type="dxa"/>
          </w:tcPr>
          <w:p w14:paraId="413C6965" w14:textId="6E88D592" w:rsidR="0094344E" w:rsidRPr="00572B01" w:rsidRDefault="0094344E" w:rsidP="0094344E">
            <w:r>
              <w:t>Hasící přístroj s platnou revizí umístěn v držáku v kabině</w:t>
            </w:r>
          </w:p>
        </w:tc>
        <w:tc>
          <w:tcPr>
            <w:tcW w:w="1321" w:type="dxa"/>
            <w:noWrap/>
            <w:vAlign w:val="center"/>
          </w:tcPr>
          <w:p w14:paraId="45A4232E" w14:textId="5A5551A9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</w:tcPr>
          <w:p w14:paraId="44E66D3C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6E6AD4B6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41A1CC3C" w14:textId="065001E6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1</w:t>
            </w:r>
            <w:r w:rsidR="005A493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790" w:type="dxa"/>
            <w:hideMark/>
          </w:tcPr>
          <w:p w14:paraId="7724F355" w14:textId="6D4B30CC" w:rsidR="0094344E" w:rsidRPr="00ED6610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V přední a zadní části válce umístěn kamerový systém odolný vůči prachu a stříkající vodě ke sledování okolí před a za strojem, oba displeje umístěny v nepřímém zorném poli řidiče </w:t>
            </w:r>
          </w:p>
        </w:tc>
        <w:tc>
          <w:tcPr>
            <w:tcW w:w="1321" w:type="dxa"/>
            <w:noWrap/>
            <w:vAlign w:val="center"/>
            <w:hideMark/>
          </w:tcPr>
          <w:p w14:paraId="5F980667" w14:textId="60311EBF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663A8771" w14:textId="4C381D05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2481CAB8" w14:textId="77777777" w:rsidTr="001F228B">
        <w:trPr>
          <w:trHeight w:val="300"/>
        </w:trPr>
        <w:tc>
          <w:tcPr>
            <w:tcW w:w="939" w:type="dxa"/>
            <w:noWrap/>
            <w:vAlign w:val="center"/>
          </w:tcPr>
          <w:p w14:paraId="5386E433" w14:textId="04CF9E32" w:rsidR="0094344E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0" w:type="dxa"/>
          </w:tcPr>
          <w:p w14:paraId="78ED5F67" w14:textId="34DB9E10" w:rsidR="0094344E" w:rsidRPr="001F228B" w:rsidRDefault="0094344E" w:rsidP="0094344E">
            <w:pPr>
              <w:rPr>
                <w:b/>
                <w:bCs/>
              </w:rPr>
            </w:pPr>
            <w:r w:rsidRPr="7C55E24C">
              <w:rPr>
                <w:b/>
                <w:bCs/>
              </w:rPr>
              <w:t>Motor</w:t>
            </w:r>
          </w:p>
        </w:tc>
        <w:tc>
          <w:tcPr>
            <w:tcW w:w="1321" w:type="dxa"/>
            <w:noWrap/>
            <w:vAlign w:val="center"/>
          </w:tcPr>
          <w:p w14:paraId="4571DB51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noWrap/>
            <w:vAlign w:val="center"/>
          </w:tcPr>
          <w:p w14:paraId="3BF797A8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4C979F47" w14:textId="77777777" w:rsidTr="001F228B">
        <w:trPr>
          <w:trHeight w:val="300"/>
        </w:trPr>
        <w:tc>
          <w:tcPr>
            <w:tcW w:w="939" w:type="dxa"/>
            <w:noWrap/>
            <w:vAlign w:val="center"/>
          </w:tcPr>
          <w:p w14:paraId="447F2580" w14:textId="425C72D8" w:rsidR="0094344E" w:rsidRDefault="005A493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5790" w:type="dxa"/>
          </w:tcPr>
          <w:p w14:paraId="5CCE6675" w14:textId="6D680FED" w:rsidR="0094344E" w:rsidRDefault="0094344E" w:rsidP="0094344E">
            <w:r>
              <w:t>Motor vznětový, čtyřválec, emise dle platných emisních norem,</w:t>
            </w:r>
          </w:p>
        </w:tc>
        <w:tc>
          <w:tcPr>
            <w:tcW w:w="1321" w:type="dxa"/>
            <w:noWrap/>
            <w:vAlign w:val="center"/>
          </w:tcPr>
          <w:p w14:paraId="753D70DD" w14:textId="1A06BC23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1654" w:type="dxa"/>
            <w:noWrap/>
            <w:vAlign w:val="center"/>
          </w:tcPr>
          <w:p w14:paraId="511FD0BC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47DA8D53" w14:textId="77777777" w:rsidTr="001F228B">
        <w:trPr>
          <w:trHeight w:val="300"/>
        </w:trPr>
        <w:tc>
          <w:tcPr>
            <w:tcW w:w="939" w:type="dxa"/>
            <w:noWrap/>
            <w:vAlign w:val="center"/>
          </w:tcPr>
          <w:p w14:paraId="5CC9EEF9" w14:textId="17597C1C" w:rsidR="0094344E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1</w:t>
            </w:r>
            <w:r w:rsidR="005A493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790" w:type="dxa"/>
          </w:tcPr>
          <w:p w14:paraId="49E1AC36" w14:textId="4AA288B7" w:rsidR="0094344E" w:rsidRPr="00832238" w:rsidRDefault="005A493E" w:rsidP="0094344E">
            <w:r>
              <w:t>M</w:t>
            </w:r>
            <w:r w:rsidR="0094344E">
              <w:t>inimální výkon motoru 50 kW</w:t>
            </w:r>
          </w:p>
        </w:tc>
        <w:tc>
          <w:tcPr>
            <w:tcW w:w="1321" w:type="dxa"/>
            <w:noWrap/>
            <w:vAlign w:val="center"/>
          </w:tcPr>
          <w:p w14:paraId="719860B7" w14:textId="351B5952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</w:tcPr>
          <w:p w14:paraId="7DC34928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493E" w:rsidRPr="00816553" w14:paraId="5DCD9819" w14:textId="77777777" w:rsidTr="001F228B">
        <w:trPr>
          <w:trHeight w:val="300"/>
        </w:trPr>
        <w:tc>
          <w:tcPr>
            <w:tcW w:w="939" w:type="dxa"/>
            <w:noWrap/>
            <w:vAlign w:val="center"/>
          </w:tcPr>
          <w:p w14:paraId="5370F739" w14:textId="77777777" w:rsidR="005A493E" w:rsidRPr="7C55E24C" w:rsidRDefault="005A493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0" w:type="dxa"/>
          </w:tcPr>
          <w:p w14:paraId="2FC9192E" w14:textId="77777777" w:rsidR="005A493E" w:rsidRDefault="005A493E" w:rsidP="0094344E"/>
        </w:tc>
        <w:tc>
          <w:tcPr>
            <w:tcW w:w="1321" w:type="dxa"/>
            <w:noWrap/>
            <w:vAlign w:val="center"/>
          </w:tcPr>
          <w:p w14:paraId="50D7BA86" w14:textId="77777777" w:rsidR="005A493E" w:rsidRPr="7C55E24C" w:rsidRDefault="005A493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noWrap/>
            <w:vAlign w:val="center"/>
          </w:tcPr>
          <w:p w14:paraId="7F1B8516" w14:textId="77777777" w:rsidR="005A493E" w:rsidRPr="00816553" w:rsidRDefault="005A493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49644173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66A6D994" w14:textId="56E97FFA" w:rsidR="0094344E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0" w:type="dxa"/>
          </w:tcPr>
          <w:p w14:paraId="29F5E7FF" w14:textId="52FA0625" w:rsidR="0094344E" w:rsidRPr="001F228B" w:rsidRDefault="0094344E" w:rsidP="0094344E">
            <w:pPr>
              <w:rPr>
                <w:b/>
                <w:bCs/>
              </w:rPr>
            </w:pPr>
            <w:r w:rsidRPr="7C55E24C">
              <w:rPr>
                <w:b/>
                <w:bCs/>
              </w:rPr>
              <w:t>Rozměry a hmotnost</w:t>
            </w:r>
          </w:p>
        </w:tc>
        <w:tc>
          <w:tcPr>
            <w:tcW w:w="1321" w:type="dxa"/>
            <w:noWrap/>
            <w:vAlign w:val="center"/>
          </w:tcPr>
          <w:p w14:paraId="59D1E452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noWrap/>
            <w:vAlign w:val="center"/>
          </w:tcPr>
          <w:p w14:paraId="643110F4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3004E757" w14:textId="77777777" w:rsidTr="001F228B">
        <w:trPr>
          <w:trHeight w:val="300"/>
        </w:trPr>
        <w:tc>
          <w:tcPr>
            <w:tcW w:w="939" w:type="dxa"/>
            <w:noWrap/>
            <w:vAlign w:val="center"/>
          </w:tcPr>
          <w:p w14:paraId="2D46CF63" w14:textId="1DBA89F7" w:rsidR="0094344E" w:rsidRPr="00816553" w:rsidRDefault="005A493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790" w:type="dxa"/>
          </w:tcPr>
          <w:p w14:paraId="108ED03A" w14:textId="22691A95" w:rsidR="0094344E" w:rsidRPr="00CA2CA2" w:rsidRDefault="0094344E" w:rsidP="0094344E">
            <w:bookmarkStart w:id="1" w:name="_Hlk198568839"/>
            <w:r>
              <w:t>Provozní hmotnost s kabinou min. 7 300 kg, max. 8 100 kg.</w:t>
            </w:r>
            <w:bookmarkEnd w:id="1"/>
          </w:p>
        </w:tc>
        <w:tc>
          <w:tcPr>
            <w:tcW w:w="1321" w:type="dxa"/>
            <w:noWrap/>
            <w:vAlign w:val="center"/>
          </w:tcPr>
          <w:p w14:paraId="51D6EA94" w14:textId="0F0F50CD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</w:tcPr>
          <w:p w14:paraId="3CF221BB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60E14D64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0C33B4E7" w14:textId="57635C1D" w:rsidR="0094344E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5790" w:type="dxa"/>
          </w:tcPr>
          <w:p w14:paraId="36AFC0C9" w14:textId="3ABC3EA8" w:rsidR="0094344E" w:rsidRPr="004028DB" w:rsidRDefault="0094344E" w:rsidP="0094344E">
            <w:r>
              <w:t>Celková šířka s kabinou max. 1 700 mm</w:t>
            </w:r>
          </w:p>
        </w:tc>
        <w:tc>
          <w:tcPr>
            <w:tcW w:w="1321" w:type="dxa"/>
            <w:noWrap/>
            <w:vAlign w:val="center"/>
          </w:tcPr>
          <w:p w14:paraId="0F83A1B6" w14:textId="6F64EDD0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 xml:space="preserve">hodnota </w:t>
            </w:r>
          </w:p>
        </w:tc>
        <w:tc>
          <w:tcPr>
            <w:tcW w:w="1654" w:type="dxa"/>
            <w:noWrap/>
            <w:vAlign w:val="center"/>
          </w:tcPr>
          <w:p w14:paraId="47DF698E" w14:textId="77777777" w:rsidR="0094344E" w:rsidRPr="00816553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68ED9B1F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5666F273" w14:textId="1995FBF9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90" w:type="dxa"/>
            <w:hideMark/>
          </w:tcPr>
          <w:p w14:paraId="4670060F" w14:textId="07E96FD3" w:rsidR="0094344E" w:rsidRPr="004028DB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Max. přepravní délka 4 200 mm.</w:t>
            </w:r>
          </w:p>
        </w:tc>
        <w:tc>
          <w:tcPr>
            <w:tcW w:w="1321" w:type="dxa"/>
            <w:noWrap/>
            <w:vAlign w:val="center"/>
            <w:hideMark/>
          </w:tcPr>
          <w:p w14:paraId="52A556F3" w14:textId="13C674C0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  <w:hideMark/>
          </w:tcPr>
          <w:p w14:paraId="2C057887" w14:textId="54AA2FBC" w:rsidR="0094344E" w:rsidRPr="00816553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694B14E7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7E64EA6C" w14:textId="7FD8E13E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90" w:type="dxa"/>
            <w:hideMark/>
          </w:tcPr>
          <w:p w14:paraId="00821C3C" w14:textId="3F443A3B" w:rsidR="0094344E" w:rsidRPr="004028DB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Max. přepravní výška bez majáku 3 000 mm</w:t>
            </w:r>
          </w:p>
        </w:tc>
        <w:tc>
          <w:tcPr>
            <w:tcW w:w="1321" w:type="dxa"/>
            <w:noWrap/>
            <w:vAlign w:val="center"/>
            <w:hideMark/>
          </w:tcPr>
          <w:p w14:paraId="1A81EBF6" w14:textId="625CD738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  <w:hideMark/>
          </w:tcPr>
          <w:p w14:paraId="0545FEC2" w14:textId="278B84F8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4F62CD2C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23B93811" w14:textId="1D9533E9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90" w:type="dxa"/>
            <w:hideMark/>
          </w:tcPr>
          <w:p w14:paraId="13A8B969" w14:textId="534BBFA0" w:rsidR="0094344E" w:rsidRPr="004028DB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Zatížení na nápravu přední/zadní min. 3 900/4 000 kg</w:t>
            </w:r>
          </w:p>
        </w:tc>
        <w:tc>
          <w:tcPr>
            <w:tcW w:w="1321" w:type="dxa"/>
            <w:noWrap/>
            <w:vAlign w:val="center"/>
            <w:hideMark/>
          </w:tcPr>
          <w:p w14:paraId="4ADDA914" w14:textId="433867B4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  <w:hideMark/>
          </w:tcPr>
          <w:p w14:paraId="34AC41BD" w14:textId="6EEF5E79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344E" w:rsidRPr="00816553" w14:paraId="385D4EEC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1C65DED6" w14:textId="7E555D20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90" w:type="dxa"/>
            <w:hideMark/>
          </w:tcPr>
          <w:p w14:paraId="0B228705" w14:textId="08CF90E3" w:rsidR="0094344E" w:rsidRPr="004028DB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Pracovní šířka min. 2 700 mm</w:t>
            </w:r>
          </w:p>
        </w:tc>
        <w:tc>
          <w:tcPr>
            <w:tcW w:w="1321" w:type="dxa"/>
            <w:noWrap/>
            <w:vAlign w:val="center"/>
            <w:hideMark/>
          </w:tcPr>
          <w:p w14:paraId="46A28509" w14:textId="2996D16F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  <w:hideMark/>
          </w:tcPr>
          <w:p w14:paraId="63D68947" w14:textId="70083068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4489C379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6EA97D50" w14:textId="2B32C045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790" w:type="dxa"/>
            <w:hideMark/>
          </w:tcPr>
          <w:p w14:paraId="77394E23" w14:textId="195F4517" w:rsidR="0094344E" w:rsidRPr="001F228B" w:rsidRDefault="0094344E" w:rsidP="0094344E">
            <w:pPr>
              <w:rPr>
                <w:rFonts w:ascii="Arial" w:hAnsi="Arial" w:cs="Arial"/>
              </w:rPr>
            </w:pPr>
            <w:r>
              <w:t>Šířka běhounu, vpředu/vzadu min. 1450/1450 mm, max</w:t>
            </w:r>
            <w:r w:rsidRPr="7C55E24C">
              <w:rPr>
                <w:color w:val="FF0000"/>
              </w:rPr>
              <w:t xml:space="preserve">. </w:t>
            </w:r>
            <w:r>
              <w:t xml:space="preserve">1550/1550 mm. </w:t>
            </w:r>
          </w:p>
        </w:tc>
        <w:tc>
          <w:tcPr>
            <w:tcW w:w="1321" w:type="dxa"/>
            <w:noWrap/>
            <w:vAlign w:val="center"/>
            <w:hideMark/>
          </w:tcPr>
          <w:p w14:paraId="6C777A17" w14:textId="443012D2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  <w:hideMark/>
          </w:tcPr>
          <w:p w14:paraId="3E93BB6B" w14:textId="0535E7B7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79098429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741CDD5C" w14:textId="6668EC1F" w:rsidR="0094344E" w:rsidRPr="00816553" w:rsidRDefault="005A493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5790" w:type="dxa"/>
            <w:hideMark/>
          </w:tcPr>
          <w:p w14:paraId="1264FB8D" w14:textId="2F06D26F" w:rsidR="0094344E" w:rsidRPr="00782914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Průměr běhounu, vpředu/vzadu min. 1100/1100 mm, max. 1200/1200 mm. </w:t>
            </w:r>
          </w:p>
        </w:tc>
        <w:tc>
          <w:tcPr>
            <w:tcW w:w="1321" w:type="dxa"/>
            <w:noWrap/>
            <w:vAlign w:val="center"/>
            <w:hideMark/>
          </w:tcPr>
          <w:p w14:paraId="4712FDB4" w14:textId="54D8BDA1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  <w:hideMark/>
          </w:tcPr>
          <w:p w14:paraId="3E9BC60C" w14:textId="00071A8C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483A3577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47F13BA0" w14:textId="015B0724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2</w:t>
            </w:r>
            <w:r w:rsidR="005A493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790" w:type="dxa"/>
          </w:tcPr>
          <w:p w14:paraId="0C894417" w14:textId="6DC6E092" w:rsidR="0094344E" w:rsidRPr="0005442B" w:rsidRDefault="0094344E" w:rsidP="0094344E">
            <w:r>
              <w:t>Tloušťka pláště běhounů nim. 17 mm., max. 20 mm</w:t>
            </w:r>
          </w:p>
        </w:tc>
        <w:tc>
          <w:tcPr>
            <w:tcW w:w="1321" w:type="dxa"/>
            <w:noWrap/>
            <w:vAlign w:val="center"/>
          </w:tcPr>
          <w:p w14:paraId="0905ED77" w14:textId="4F9B8C34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</w:tcPr>
          <w:p w14:paraId="4373B02B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0574E08B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528CA87B" w14:textId="5EE78F79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0" w:type="dxa"/>
          </w:tcPr>
          <w:p w14:paraId="79285757" w14:textId="67E7A435" w:rsidR="0094344E" w:rsidRPr="001F228B" w:rsidRDefault="0094344E" w:rsidP="0094344E">
            <w:pPr>
              <w:rPr>
                <w:b/>
                <w:bCs/>
                <w:color w:val="FF0000"/>
              </w:rPr>
            </w:pPr>
            <w:r w:rsidRPr="7C55E24C">
              <w:rPr>
                <w:b/>
                <w:bCs/>
              </w:rPr>
              <w:t>Technické hodnoty</w:t>
            </w:r>
          </w:p>
        </w:tc>
        <w:tc>
          <w:tcPr>
            <w:tcW w:w="1321" w:type="dxa"/>
            <w:noWrap/>
            <w:vAlign w:val="center"/>
          </w:tcPr>
          <w:p w14:paraId="1BAB8A96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noWrap/>
            <w:vAlign w:val="center"/>
          </w:tcPr>
          <w:p w14:paraId="1EF05836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2375482E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08A4601F" w14:textId="3438C789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790" w:type="dxa"/>
            <w:hideMark/>
          </w:tcPr>
          <w:p w14:paraId="25083033" w14:textId="292A62C5" w:rsidR="0094344E" w:rsidRPr="00782914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Regulátor frekvence.</w:t>
            </w:r>
            <w:r w:rsidRPr="7C55E24C">
              <w:rPr>
                <w:color w:val="000000" w:themeColor="text1"/>
              </w:rPr>
              <w:t xml:space="preserve"> </w:t>
            </w:r>
          </w:p>
        </w:tc>
        <w:tc>
          <w:tcPr>
            <w:tcW w:w="1321" w:type="dxa"/>
            <w:noWrap/>
            <w:vAlign w:val="center"/>
            <w:hideMark/>
          </w:tcPr>
          <w:p w14:paraId="462DCB13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65D47ABB" w14:textId="1D741180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6B6F7634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655EC3EE" w14:textId="505A60A2" w:rsidR="0094344E" w:rsidRPr="00CA2CA2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790" w:type="dxa"/>
            <w:hideMark/>
          </w:tcPr>
          <w:p w14:paraId="7F8F7CA4" w14:textId="784C6C82" w:rsidR="0094344E" w:rsidRPr="00CA2CA2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Statické liniové zatížení, vpředu/vzadu min. 24/22 kg/cm </w:t>
            </w:r>
          </w:p>
        </w:tc>
        <w:tc>
          <w:tcPr>
            <w:tcW w:w="1321" w:type="dxa"/>
            <w:noWrap/>
            <w:vAlign w:val="center"/>
            <w:hideMark/>
          </w:tcPr>
          <w:p w14:paraId="3EAD9118" w14:textId="2655AF5B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  <w:hideMark/>
          </w:tcPr>
          <w:p w14:paraId="23A426C1" w14:textId="08D01234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4218A382" w14:textId="77777777" w:rsidTr="001F228B">
        <w:trPr>
          <w:trHeight w:val="300"/>
        </w:trPr>
        <w:tc>
          <w:tcPr>
            <w:tcW w:w="939" w:type="dxa"/>
            <w:noWrap/>
            <w:vAlign w:val="center"/>
          </w:tcPr>
          <w:p w14:paraId="537BB3B2" w14:textId="6DAEBB9A" w:rsidR="0094344E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2" w:name="_Hlk176165120"/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5790" w:type="dxa"/>
            <w:noWrap/>
          </w:tcPr>
          <w:p w14:paraId="4BA997FE" w14:textId="709269FF" w:rsidR="0094344E" w:rsidRPr="00CA2CA2" w:rsidRDefault="0094344E" w:rsidP="0094344E">
            <w:r>
              <w:t>Amplituda, I/II min 0,55/0,35 mm.</w:t>
            </w:r>
          </w:p>
        </w:tc>
        <w:tc>
          <w:tcPr>
            <w:tcW w:w="1321" w:type="dxa"/>
            <w:noWrap/>
            <w:vAlign w:val="center"/>
          </w:tcPr>
          <w:p w14:paraId="4438CD6E" w14:textId="15638344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</w:tcPr>
          <w:p w14:paraId="522DCCDA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2"/>
      <w:tr w:rsidR="0094344E" w:rsidRPr="00816553" w14:paraId="04DDAC3F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2E169CA8" w14:textId="73A24EED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90" w:type="dxa"/>
            <w:noWrap/>
            <w:hideMark/>
          </w:tcPr>
          <w:p w14:paraId="3484A4EF" w14:textId="7714B5F4" w:rsidR="0094344E" w:rsidRPr="00CA2CA2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Odstředivá síla, I/II min. 60/60kN.</w:t>
            </w:r>
          </w:p>
        </w:tc>
        <w:tc>
          <w:tcPr>
            <w:tcW w:w="1321" w:type="dxa"/>
            <w:noWrap/>
            <w:vAlign w:val="center"/>
            <w:hideMark/>
          </w:tcPr>
          <w:p w14:paraId="5FB83EBD" w14:textId="6BC3A8CA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  <w:hideMark/>
          </w:tcPr>
          <w:p w14:paraId="3A4BB14D" w14:textId="3156F8EF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69737446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47259520" w14:textId="00949F72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90" w:type="dxa"/>
            <w:noWrap/>
            <w:hideMark/>
          </w:tcPr>
          <w:p w14:paraId="07D6B4DC" w14:textId="52478C00" w:rsidR="0094344E" w:rsidRPr="004028DB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Statické zatížení, vpředu/vzadu min. 0,20/0,20 kg/cm.</w:t>
            </w:r>
          </w:p>
        </w:tc>
        <w:tc>
          <w:tcPr>
            <w:tcW w:w="1321" w:type="dxa"/>
            <w:noWrap/>
            <w:vAlign w:val="center"/>
            <w:hideMark/>
          </w:tcPr>
          <w:p w14:paraId="52E5134B" w14:textId="61ED4416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  <w:hideMark/>
          </w:tcPr>
          <w:p w14:paraId="39220701" w14:textId="7098AA75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1EAFCA85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0D408324" w14:textId="2C7A4165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90" w:type="dxa"/>
            <w:noWrap/>
            <w:hideMark/>
          </w:tcPr>
          <w:p w14:paraId="7EF3AA28" w14:textId="6EC7912D" w:rsidR="0094344E" w:rsidRPr="004028DB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Pracovní rychlost plynulá od 0 do min. 10 km/h.</w:t>
            </w:r>
          </w:p>
        </w:tc>
        <w:tc>
          <w:tcPr>
            <w:tcW w:w="1321" w:type="dxa"/>
            <w:noWrap/>
            <w:vAlign w:val="center"/>
            <w:hideMark/>
          </w:tcPr>
          <w:p w14:paraId="64D3B591" w14:textId="76F700F6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  <w:hideMark/>
          </w:tcPr>
          <w:p w14:paraId="28E97164" w14:textId="2BD04F34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37D2DB98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58F904D7" w14:textId="474F17DB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90" w:type="dxa"/>
          </w:tcPr>
          <w:p w14:paraId="643B929B" w14:textId="15CDFCF1" w:rsidR="0094344E" w:rsidRPr="004028DB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Úhel řízení min. +/- 22°</w:t>
            </w:r>
          </w:p>
        </w:tc>
        <w:tc>
          <w:tcPr>
            <w:tcW w:w="1321" w:type="dxa"/>
            <w:noWrap/>
            <w:vAlign w:val="center"/>
            <w:hideMark/>
          </w:tcPr>
          <w:p w14:paraId="5C7430BA" w14:textId="4B7EDFF5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  <w:hideMark/>
          </w:tcPr>
          <w:p w14:paraId="707E4967" w14:textId="717B4BBD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2B94BCF9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2F3F34B4" w14:textId="4CB34285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790" w:type="dxa"/>
            <w:hideMark/>
          </w:tcPr>
          <w:p w14:paraId="26D5B91B" w14:textId="60FF0B97" w:rsidR="0094344E" w:rsidRPr="004028DB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Úhel naklopení min. +/-3°.</w:t>
            </w:r>
          </w:p>
        </w:tc>
        <w:tc>
          <w:tcPr>
            <w:tcW w:w="1321" w:type="dxa"/>
            <w:noWrap/>
            <w:vAlign w:val="center"/>
            <w:hideMark/>
          </w:tcPr>
          <w:p w14:paraId="702B00DF" w14:textId="20BF800A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  <w:hideMark/>
          </w:tcPr>
          <w:p w14:paraId="3CCD5077" w14:textId="2215874D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776EBF49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04226AD6" w14:textId="212D1554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790" w:type="dxa"/>
            <w:hideMark/>
          </w:tcPr>
          <w:p w14:paraId="37694712" w14:textId="148663F7" w:rsidR="0094344E" w:rsidRPr="004028DB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Stoupavost min. 35 %</w:t>
            </w:r>
          </w:p>
        </w:tc>
        <w:tc>
          <w:tcPr>
            <w:tcW w:w="1321" w:type="dxa"/>
            <w:noWrap/>
            <w:vAlign w:val="center"/>
            <w:hideMark/>
          </w:tcPr>
          <w:p w14:paraId="5CD84146" w14:textId="61278522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noWrap/>
            <w:vAlign w:val="center"/>
            <w:hideMark/>
          </w:tcPr>
          <w:p w14:paraId="6F4CFC0F" w14:textId="2EF44F58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18AC8F79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550A8206" w14:textId="356C54F2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790" w:type="dxa"/>
          </w:tcPr>
          <w:p w14:paraId="0F2AF1C8" w14:textId="763AD248" w:rsidR="0094344E" w:rsidRPr="004028DB" w:rsidRDefault="0094344E" w:rsidP="0094344E">
            <w:r>
              <w:t>Automatizovaný reverzní chod</w:t>
            </w:r>
          </w:p>
        </w:tc>
        <w:tc>
          <w:tcPr>
            <w:tcW w:w="1321" w:type="dxa"/>
            <w:noWrap/>
            <w:vAlign w:val="center"/>
          </w:tcPr>
          <w:p w14:paraId="7D8A31B6" w14:textId="4AB5D6AC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</w:tcPr>
          <w:p w14:paraId="39A20BD4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73EA6BE0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6EAD4CD3" w14:textId="5BA99A15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790" w:type="dxa"/>
            <w:hideMark/>
          </w:tcPr>
          <w:p w14:paraId="09693DDB" w14:textId="31359016" w:rsidR="0094344E" w:rsidRPr="002C7787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Předvolba rychlosti.</w:t>
            </w:r>
            <w:r w:rsidRPr="7C55E24C">
              <w:rPr>
                <w:color w:val="000000" w:themeColor="text1"/>
              </w:rPr>
              <w:t xml:space="preserve"> </w:t>
            </w:r>
          </w:p>
        </w:tc>
        <w:tc>
          <w:tcPr>
            <w:tcW w:w="1321" w:type="dxa"/>
            <w:noWrap/>
            <w:vAlign w:val="center"/>
            <w:hideMark/>
          </w:tcPr>
          <w:p w14:paraId="2576B022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554FDD52" w14:textId="6D94A98C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3B0A9D4A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03396F75" w14:textId="648D5B4C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790" w:type="dxa"/>
            <w:hideMark/>
          </w:tcPr>
          <w:p w14:paraId="4D759160" w14:textId="73AEB342" w:rsidR="0094344E" w:rsidRPr="002C7787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Měřič zhutnění včetně teploměru na snímání teploty hutněné asfaltové směsi</w:t>
            </w:r>
          </w:p>
        </w:tc>
        <w:tc>
          <w:tcPr>
            <w:tcW w:w="1321" w:type="dxa"/>
            <w:noWrap/>
            <w:vAlign w:val="center"/>
            <w:hideMark/>
          </w:tcPr>
          <w:p w14:paraId="325700B8" w14:textId="2EC81A06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 xml:space="preserve">ano / ne </w:t>
            </w:r>
          </w:p>
        </w:tc>
        <w:tc>
          <w:tcPr>
            <w:tcW w:w="1654" w:type="dxa"/>
            <w:noWrap/>
            <w:vAlign w:val="center"/>
            <w:hideMark/>
          </w:tcPr>
          <w:p w14:paraId="4EC37274" w14:textId="7B39641B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66524B12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10B91BD8" w14:textId="45053152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5790" w:type="dxa"/>
            <w:hideMark/>
          </w:tcPr>
          <w:p w14:paraId="286DE4EB" w14:textId="0D01479D" w:rsidR="0094344E" w:rsidRPr="002C7787" w:rsidRDefault="0094344E" w:rsidP="0094344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t>Dohutňovací</w:t>
            </w:r>
            <w:proofErr w:type="spellEnd"/>
            <w:r>
              <w:t xml:space="preserve"> systém okrajů vozovky na předním běhounu vpravo a zadním běhounu vlevo. Zařízení na přítlak a řezání hran, s ukazatelem stopy, vpředu vpravo a vzadu vlevo. Přítlačný válec 45°, řezací tloušťka vrstvy 5 cm. Přítlačný válec 45°, řezací tloušťka vrstvy 12 cm.</w:t>
            </w:r>
          </w:p>
        </w:tc>
        <w:tc>
          <w:tcPr>
            <w:tcW w:w="1321" w:type="dxa"/>
            <w:noWrap/>
            <w:vAlign w:val="center"/>
            <w:hideMark/>
          </w:tcPr>
          <w:p w14:paraId="1AF3CEBC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164EC117" w14:textId="3099FF7B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456BCF3B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78634886" w14:textId="45D589D9" w:rsidR="0094344E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90" w:type="dxa"/>
          </w:tcPr>
          <w:p w14:paraId="2F894694" w14:textId="77777777" w:rsidR="0094344E" w:rsidRDefault="0094344E" w:rsidP="0094344E">
            <w:pPr>
              <w:autoSpaceDE w:val="0"/>
              <w:autoSpaceDN w:val="0"/>
              <w:adjustRightInd w:val="0"/>
            </w:pPr>
            <w:r>
              <w:t xml:space="preserve">Stírací lišty (škrabáky) na obou běhounech, </w:t>
            </w:r>
          </w:p>
          <w:p w14:paraId="13E24055" w14:textId="256A9753" w:rsidR="0094344E" w:rsidRPr="00572B01" w:rsidRDefault="0094344E" w:rsidP="0094344E">
            <w:pPr>
              <w:autoSpaceDE w:val="0"/>
              <w:autoSpaceDN w:val="0"/>
              <w:adjustRightInd w:val="0"/>
            </w:pPr>
            <w:r>
              <w:t>dvě polohy – pracovní a transportní</w:t>
            </w:r>
          </w:p>
        </w:tc>
        <w:tc>
          <w:tcPr>
            <w:tcW w:w="1321" w:type="dxa"/>
            <w:noWrap/>
            <w:vAlign w:val="center"/>
          </w:tcPr>
          <w:p w14:paraId="548467B8" w14:textId="77777777" w:rsidR="0094344E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69CAB5E6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noWrap/>
            <w:vAlign w:val="center"/>
          </w:tcPr>
          <w:p w14:paraId="20B11B2A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1C188A96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2275F7AE" w14:textId="67385C9B" w:rsidR="0094344E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90" w:type="dxa"/>
          </w:tcPr>
          <w:p w14:paraId="22AB95D8" w14:textId="776B23E5" w:rsidR="0094344E" w:rsidRDefault="0094344E" w:rsidP="0094344E">
            <w:pPr>
              <w:autoSpaceDE w:val="0"/>
              <w:autoSpaceDN w:val="0"/>
              <w:adjustRightInd w:val="0"/>
            </w:pPr>
            <w:r>
              <w:t>Parkovací brzda</w:t>
            </w:r>
          </w:p>
        </w:tc>
        <w:tc>
          <w:tcPr>
            <w:tcW w:w="1321" w:type="dxa"/>
            <w:noWrap/>
            <w:vAlign w:val="center"/>
          </w:tcPr>
          <w:p w14:paraId="2BA04BD2" w14:textId="4E41B8C4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</w:tcPr>
          <w:p w14:paraId="3F8994A6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009985B8" w14:textId="77777777" w:rsidTr="001F228B">
        <w:trPr>
          <w:trHeight w:val="300"/>
        </w:trPr>
        <w:tc>
          <w:tcPr>
            <w:tcW w:w="939" w:type="dxa"/>
            <w:noWrap/>
            <w:vAlign w:val="center"/>
          </w:tcPr>
          <w:p w14:paraId="5A8E74A6" w14:textId="1E3DB8E0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90" w:type="dxa"/>
          </w:tcPr>
          <w:p w14:paraId="261DEE2E" w14:textId="6508BBCB" w:rsidR="0094344E" w:rsidRPr="001F228B" w:rsidRDefault="0094344E" w:rsidP="0094344E">
            <w:r>
              <w:t>Vstřikování na ochranu proti zamrzání zkrápění.</w:t>
            </w:r>
          </w:p>
        </w:tc>
        <w:tc>
          <w:tcPr>
            <w:tcW w:w="1321" w:type="dxa"/>
            <w:noWrap/>
            <w:vAlign w:val="center"/>
          </w:tcPr>
          <w:p w14:paraId="65472770" w14:textId="2C41D0EF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</w:tcPr>
          <w:p w14:paraId="75C0CD86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7E6E8E9C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5B08803D" w14:textId="716A1CF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90" w:type="dxa"/>
            <w:hideMark/>
          </w:tcPr>
          <w:p w14:paraId="702C88C9" w14:textId="0679F6D0" w:rsidR="0094344E" w:rsidRPr="002C7787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Skrápění tlakovou vodou regulované dle rychlosti</w:t>
            </w:r>
          </w:p>
        </w:tc>
        <w:tc>
          <w:tcPr>
            <w:tcW w:w="1321" w:type="dxa"/>
            <w:noWrap/>
            <w:vAlign w:val="center"/>
            <w:hideMark/>
          </w:tcPr>
          <w:p w14:paraId="7788850C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4B650B47" w14:textId="315253C8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3A0612D3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7262057C" w14:textId="3064EE9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790" w:type="dxa"/>
            <w:noWrap/>
            <w:hideMark/>
          </w:tcPr>
          <w:p w14:paraId="357947FB" w14:textId="36CED719" w:rsidR="0094344E" w:rsidRPr="00290D61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Automatická vibrace.</w:t>
            </w:r>
          </w:p>
        </w:tc>
        <w:tc>
          <w:tcPr>
            <w:tcW w:w="1321" w:type="dxa"/>
            <w:noWrap/>
            <w:vAlign w:val="center"/>
            <w:hideMark/>
          </w:tcPr>
          <w:p w14:paraId="08CB2B40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7546D92A" w14:textId="3E64E856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28FFF0A5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160CF827" w14:textId="4C7B381C" w:rsidR="0094344E" w:rsidRPr="006745E7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790" w:type="dxa"/>
            <w:hideMark/>
          </w:tcPr>
          <w:p w14:paraId="0A98BF4C" w14:textId="300A2538" w:rsidR="0094344E" w:rsidRPr="006745E7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Akustická signalizace zpětného chodu.</w:t>
            </w:r>
          </w:p>
        </w:tc>
        <w:tc>
          <w:tcPr>
            <w:tcW w:w="1321" w:type="dxa"/>
            <w:noWrap/>
            <w:vAlign w:val="center"/>
            <w:hideMark/>
          </w:tcPr>
          <w:p w14:paraId="20EF72E5" w14:textId="242B3C23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1D177C15" w14:textId="40320C6D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4DA78C7C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7DBFBA90" w14:textId="434ECD95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790" w:type="dxa"/>
            <w:noWrap/>
            <w:hideMark/>
          </w:tcPr>
          <w:p w14:paraId="3F65113C" w14:textId="5DA6A453" w:rsidR="0094344E" w:rsidRPr="00290D61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Systém skrápění vodou s postřikovací lištou vpředu a vzadu, filtrace vody min. 2násobná</w:t>
            </w:r>
            <w:r w:rsidRPr="7C55E24C">
              <w:rPr>
                <w:color w:val="000000" w:themeColor="text1"/>
              </w:rPr>
              <w:t>.</w:t>
            </w:r>
          </w:p>
        </w:tc>
        <w:tc>
          <w:tcPr>
            <w:tcW w:w="1321" w:type="dxa"/>
            <w:noWrap/>
            <w:vAlign w:val="center"/>
            <w:hideMark/>
          </w:tcPr>
          <w:p w14:paraId="23530C6E" w14:textId="32E8433E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4410A570" w14:textId="5B137BA0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490C1BDB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2FC53FDF" w14:textId="2A801704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790" w:type="dxa"/>
            <w:hideMark/>
          </w:tcPr>
          <w:p w14:paraId="3D302B26" w14:textId="16967327" w:rsidR="0094344E" w:rsidRPr="00290D61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Nádrž na vodu o </w:t>
            </w:r>
            <w:r w:rsidRPr="00F937E6">
              <w:t>obsahu min. 700 l,</w:t>
            </w:r>
            <w:r>
              <w:t xml:space="preserve"> oboustranně </w:t>
            </w:r>
            <w:proofErr w:type="spellStart"/>
            <w:r>
              <w:t>plnitelná</w:t>
            </w:r>
            <w:proofErr w:type="spellEnd"/>
            <w:r>
              <w:t>, s centrální výpustí vody.</w:t>
            </w:r>
          </w:p>
        </w:tc>
        <w:tc>
          <w:tcPr>
            <w:tcW w:w="1321" w:type="dxa"/>
            <w:noWrap/>
            <w:vAlign w:val="center"/>
            <w:hideMark/>
          </w:tcPr>
          <w:p w14:paraId="2234C5D5" w14:textId="77777777" w:rsidR="0094344E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  <w:p w14:paraId="7BF4222C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5FCFFC3A" w14:textId="157A94A6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3261F06E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709571C7" w14:textId="0338ABD9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5790" w:type="dxa"/>
            <w:noWrap/>
            <w:hideMark/>
          </w:tcPr>
          <w:p w14:paraId="303ADB9A" w14:textId="7645D32D" w:rsidR="0094344E" w:rsidRPr="000D0D78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Osvětlení k provozu na veřejných komunikacích </w:t>
            </w:r>
          </w:p>
        </w:tc>
        <w:tc>
          <w:tcPr>
            <w:tcW w:w="1321" w:type="dxa"/>
            <w:noWrap/>
            <w:vAlign w:val="center"/>
            <w:hideMark/>
          </w:tcPr>
          <w:p w14:paraId="5D07639B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7F852824" w14:textId="1AA570E2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629D5219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72516F78" w14:textId="256D8E09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790" w:type="dxa"/>
            <w:hideMark/>
          </w:tcPr>
          <w:p w14:paraId="392E41AF" w14:textId="5E23AC06" w:rsidR="0094344E" w:rsidRPr="00290D61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Min. 2 pracovní reflektory nasměrované dopředu a 2 nasměrovány dozadu.</w:t>
            </w:r>
          </w:p>
        </w:tc>
        <w:tc>
          <w:tcPr>
            <w:tcW w:w="1321" w:type="dxa"/>
            <w:noWrap/>
            <w:vAlign w:val="center"/>
            <w:hideMark/>
          </w:tcPr>
          <w:p w14:paraId="3E9AB06A" w14:textId="4A90A564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4F6EA42E" w14:textId="57E85A01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68115C19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48637DAC" w14:textId="40DCD1E6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90" w:type="dxa"/>
            <w:hideMark/>
          </w:tcPr>
          <w:p w14:paraId="2BD8FB3D" w14:textId="639B7C2D" w:rsidR="0094344E" w:rsidRPr="00290D61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Osvětlení okrajů běhounů min. 2 ks LED reflektory.</w:t>
            </w:r>
          </w:p>
        </w:tc>
        <w:tc>
          <w:tcPr>
            <w:tcW w:w="1321" w:type="dxa"/>
            <w:noWrap/>
            <w:vAlign w:val="center"/>
            <w:hideMark/>
          </w:tcPr>
          <w:p w14:paraId="3E2B1F23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1756629A" w14:textId="07D1B248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6496BB69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7D072716" w14:textId="612B1AF4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90" w:type="dxa"/>
            <w:hideMark/>
          </w:tcPr>
          <w:p w14:paraId="16736870" w14:textId="772F869A" w:rsidR="0094344E" w:rsidRPr="000D0D78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Osvětlení běhounů min.2 ks LED reflektory</w:t>
            </w:r>
          </w:p>
        </w:tc>
        <w:tc>
          <w:tcPr>
            <w:tcW w:w="1321" w:type="dxa"/>
            <w:noWrap/>
            <w:vAlign w:val="center"/>
            <w:hideMark/>
          </w:tcPr>
          <w:p w14:paraId="647A4476" w14:textId="59C5D87E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41A1506A" w14:textId="12B12670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4E452E49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05A0A13C" w14:textId="55342837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90" w:type="dxa"/>
            <w:hideMark/>
          </w:tcPr>
          <w:p w14:paraId="7E563876" w14:textId="16019CBD" w:rsidR="0094344E" w:rsidRPr="007023F1" w:rsidRDefault="0094344E" w:rsidP="0094344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33F31">
              <w:rPr>
                <w:shd w:val="clear" w:color="auto" w:fill="FFFFFF"/>
              </w:rPr>
              <w:t>Počítadlo motohodin.</w:t>
            </w:r>
          </w:p>
        </w:tc>
        <w:tc>
          <w:tcPr>
            <w:tcW w:w="1321" w:type="dxa"/>
            <w:noWrap/>
            <w:vAlign w:val="center"/>
            <w:hideMark/>
          </w:tcPr>
          <w:p w14:paraId="4CC0F383" w14:textId="04DD2893" w:rsidR="0094344E" w:rsidRPr="00B13C1F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214AD11E" w14:textId="311C4598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11228344" w14:textId="77777777" w:rsidTr="001F228B">
        <w:trPr>
          <w:trHeight w:val="300"/>
        </w:trPr>
        <w:tc>
          <w:tcPr>
            <w:tcW w:w="939" w:type="dxa"/>
            <w:noWrap/>
            <w:vAlign w:val="center"/>
            <w:hideMark/>
          </w:tcPr>
          <w:p w14:paraId="4F0D7DCF" w14:textId="55E5A87D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90" w:type="dxa"/>
            <w:hideMark/>
          </w:tcPr>
          <w:p w14:paraId="53A05F7D" w14:textId="5F426712" w:rsidR="0094344E" w:rsidRPr="007023F1" w:rsidRDefault="0094344E" w:rsidP="0094344E">
            <w:pPr>
              <w:rPr>
                <w:rFonts w:ascii="Arial" w:hAnsi="Arial" w:cs="Arial"/>
                <w:sz w:val="18"/>
                <w:szCs w:val="18"/>
              </w:rPr>
            </w:pPr>
            <w:r>
              <w:t>Odpojovač akumulátorů</w:t>
            </w:r>
          </w:p>
        </w:tc>
        <w:tc>
          <w:tcPr>
            <w:tcW w:w="1321" w:type="dxa"/>
            <w:noWrap/>
            <w:vAlign w:val="center"/>
            <w:hideMark/>
          </w:tcPr>
          <w:p w14:paraId="4A7C30D3" w14:textId="4E1F4D14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  <w:hideMark/>
          </w:tcPr>
          <w:p w14:paraId="1969F681" w14:textId="24A6A6D2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16B50FE2" w14:textId="77777777" w:rsidTr="001F228B">
        <w:trPr>
          <w:trHeight w:val="300"/>
        </w:trPr>
        <w:tc>
          <w:tcPr>
            <w:tcW w:w="939" w:type="dxa"/>
            <w:noWrap/>
            <w:vAlign w:val="center"/>
          </w:tcPr>
          <w:p w14:paraId="05AE29C5" w14:textId="0005C3E3" w:rsidR="0094344E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790" w:type="dxa"/>
          </w:tcPr>
          <w:p w14:paraId="05851A60" w14:textId="6CD6A313" w:rsidR="0094344E" w:rsidRPr="00BC3867" w:rsidRDefault="0094344E" w:rsidP="0094344E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</w:rPr>
            </w:pPr>
            <w:r>
              <w:rPr>
                <w:b w:val="0"/>
              </w:rPr>
              <w:t>Zabezpečení proti vandalismu (uzamykatelná víčko nádrž PHL).</w:t>
            </w:r>
          </w:p>
        </w:tc>
        <w:tc>
          <w:tcPr>
            <w:tcW w:w="1321" w:type="dxa"/>
            <w:noWrap/>
            <w:vAlign w:val="center"/>
          </w:tcPr>
          <w:p w14:paraId="5E518401" w14:textId="32F2919F" w:rsidR="0094344E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</w:tcPr>
          <w:p w14:paraId="7841FDDD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603D1CC2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0F23204A" w14:textId="2B5AD60A" w:rsidR="0094344E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790" w:type="dxa"/>
          </w:tcPr>
          <w:p w14:paraId="519A6962" w14:textId="3D7F65CF" w:rsidR="0094344E" w:rsidRPr="002B565D" w:rsidRDefault="0094344E" w:rsidP="0094344E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</w:rPr>
            </w:pPr>
            <w:r>
              <w:rPr>
                <w:b w:val="0"/>
              </w:rPr>
              <w:t>Stroj splňuje technické specifikace dle CE, označení vylepeno na stroji</w:t>
            </w:r>
          </w:p>
        </w:tc>
        <w:tc>
          <w:tcPr>
            <w:tcW w:w="1321" w:type="dxa"/>
            <w:noWrap/>
            <w:vAlign w:val="center"/>
          </w:tcPr>
          <w:p w14:paraId="2BC9BEC7" w14:textId="10D48E6B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</w:tcPr>
          <w:p w14:paraId="75A89A87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035C2019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3A5B0FAD" w14:textId="50ED3BE4" w:rsidR="0094344E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790" w:type="dxa"/>
          </w:tcPr>
          <w:p w14:paraId="52752382" w14:textId="4CC21EAA" w:rsidR="0094344E" w:rsidRDefault="0094344E" w:rsidP="0094344E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</w:rPr>
            </w:pPr>
            <w:r>
              <w:rPr>
                <w:b w:val="0"/>
              </w:rPr>
              <w:t>Varovné výstražné štítky vyrobené podle předpisů DIN/ISO, obsahující kombinaci piktogramů.</w:t>
            </w:r>
          </w:p>
        </w:tc>
        <w:tc>
          <w:tcPr>
            <w:tcW w:w="1321" w:type="dxa"/>
            <w:noWrap/>
            <w:vAlign w:val="center"/>
          </w:tcPr>
          <w:p w14:paraId="72E00CE3" w14:textId="56F05701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</w:tcPr>
          <w:p w14:paraId="185B586E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44E" w:rsidRPr="00816553" w14:paraId="43C4BCE3" w14:textId="77777777" w:rsidTr="7C55E24C">
        <w:trPr>
          <w:trHeight w:val="300"/>
        </w:trPr>
        <w:tc>
          <w:tcPr>
            <w:tcW w:w="939" w:type="dxa"/>
            <w:noWrap/>
            <w:vAlign w:val="center"/>
          </w:tcPr>
          <w:p w14:paraId="53B9D4AA" w14:textId="2D0391FF" w:rsidR="0094344E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5790" w:type="dxa"/>
          </w:tcPr>
          <w:p w14:paraId="1B206A8E" w14:textId="38A1C731" w:rsidR="0094344E" w:rsidRDefault="0094344E" w:rsidP="0094344E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</w:rPr>
            </w:pPr>
            <w:r>
              <w:rPr>
                <w:b w:val="0"/>
              </w:rPr>
              <w:t>Bezpečnostní závěsy / oka pro transport</w:t>
            </w:r>
          </w:p>
        </w:tc>
        <w:tc>
          <w:tcPr>
            <w:tcW w:w="1321" w:type="dxa"/>
            <w:noWrap/>
            <w:vAlign w:val="center"/>
          </w:tcPr>
          <w:p w14:paraId="45A49989" w14:textId="10A137B2" w:rsidR="0094344E" w:rsidRPr="00816553" w:rsidRDefault="0094344E" w:rsidP="00943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</w:tcPr>
          <w:p w14:paraId="56A2EF57" w14:textId="77777777" w:rsidR="0094344E" w:rsidRPr="00816553" w:rsidRDefault="0094344E" w:rsidP="00943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6BA5D78F" w14:textId="77777777" w:rsidTr="001F228B">
        <w:trPr>
          <w:trHeight w:val="300"/>
        </w:trPr>
        <w:tc>
          <w:tcPr>
            <w:tcW w:w="939" w:type="dxa"/>
            <w:noWrap/>
            <w:vAlign w:val="center"/>
          </w:tcPr>
          <w:p w14:paraId="04FA8D0F" w14:textId="4C7C063F" w:rsidR="00932E88" w:rsidRDefault="0094344E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5790" w:type="dxa"/>
          </w:tcPr>
          <w:p w14:paraId="1B0234EB" w14:textId="113A5F83" w:rsidR="00932E88" w:rsidRPr="002B565D" w:rsidRDefault="00932E88" w:rsidP="7C55E24C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</w:rPr>
            </w:pPr>
            <w:r>
              <w:rPr>
                <w:b w:val="0"/>
              </w:rPr>
              <w:t>Do válců bude namontován profesionální telematický systém pro optimalizaci používání stroje a servisu.</w:t>
            </w:r>
          </w:p>
        </w:tc>
        <w:tc>
          <w:tcPr>
            <w:tcW w:w="1321" w:type="dxa"/>
            <w:noWrap/>
            <w:vAlign w:val="center"/>
          </w:tcPr>
          <w:p w14:paraId="3EB4E540" w14:textId="3D261B5A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noWrap/>
            <w:vAlign w:val="center"/>
          </w:tcPr>
          <w:p w14:paraId="3CCBA5D6" w14:textId="77777777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65C7" w:rsidRPr="00816553" w14:paraId="4BC0DF27" w14:textId="77777777" w:rsidTr="001F228B">
        <w:trPr>
          <w:trHeight w:val="300"/>
        </w:trPr>
        <w:tc>
          <w:tcPr>
            <w:tcW w:w="939" w:type="dxa"/>
            <w:noWrap/>
            <w:vAlign w:val="center"/>
          </w:tcPr>
          <w:p w14:paraId="6C3EA93C" w14:textId="1353F5CC" w:rsidR="001465C7" w:rsidRPr="7C55E24C" w:rsidRDefault="0094344E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5790" w:type="dxa"/>
          </w:tcPr>
          <w:p w14:paraId="3AEF4135" w14:textId="4236C971" w:rsidR="001465C7" w:rsidRPr="001465C7" w:rsidRDefault="001465C7" w:rsidP="001465C7">
            <w:pPr>
              <w:pStyle w:val="Bezmezer"/>
            </w:pPr>
            <w:bookmarkStart w:id="3" w:name="_Hlk198567084"/>
            <w:r>
              <w:t>Rozhraní</w:t>
            </w:r>
            <w:r w:rsidRPr="00FF3BFC">
              <w:t xml:space="preserve"> pro přenos dat s výstupem provozních údajů po GPS</w:t>
            </w:r>
            <w:r>
              <w:t>.</w:t>
            </w:r>
            <w:bookmarkEnd w:id="3"/>
          </w:p>
        </w:tc>
        <w:tc>
          <w:tcPr>
            <w:tcW w:w="1321" w:type="dxa"/>
            <w:noWrap/>
            <w:vAlign w:val="center"/>
          </w:tcPr>
          <w:p w14:paraId="07A56300" w14:textId="44AB325B" w:rsidR="001465C7" w:rsidRPr="7C55E24C" w:rsidRDefault="00535485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/ne</w:t>
            </w:r>
          </w:p>
        </w:tc>
        <w:tc>
          <w:tcPr>
            <w:tcW w:w="1654" w:type="dxa"/>
            <w:noWrap/>
            <w:vAlign w:val="center"/>
          </w:tcPr>
          <w:p w14:paraId="6ED3BB2F" w14:textId="77777777" w:rsidR="001465C7" w:rsidRPr="00816553" w:rsidRDefault="001465C7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B601DC" w14:textId="40B017E4" w:rsidR="7C55E24C" w:rsidRDefault="7C55E24C"/>
    <w:p w14:paraId="5636F11B" w14:textId="22F1E5E8" w:rsidR="7C55E24C" w:rsidRDefault="7C55E24C"/>
    <w:p w14:paraId="6DD64C62" w14:textId="2A3EC4FA" w:rsidR="7C55E24C" w:rsidRDefault="7C55E24C"/>
    <w:p w14:paraId="552EDD1A" w14:textId="013BE6AB" w:rsidR="7C55E24C" w:rsidRDefault="7C55E24C"/>
    <w:p w14:paraId="3F75846D" w14:textId="5CA9B5B2" w:rsidR="7C55E24C" w:rsidRDefault="7C55E24C"/>
    <w:p w14:paraId="1CF083D4" w14:textId="10F13D22" w:rsidR="7C55E24C" w:rsidRDefault="7C55E24C"/>
    <w:p w14:paraId="70EDA925" w14:textId="7744FFF9" w:rsidR="7C55E24C" w:rsidRDefault="7C55E24C"/>
    <w:p w14:paraId="0FB23D49" w14:textId="75CE8F93" w:rsidR="7C55E24C" w:rsidRDefault="7C55E24C"/>
    <w:p w14:paraId="22BFEF96" w14:textId="53575CCE" w:rsidR="7C55E24C" w:rsidRDefault="7C55E24C"/>
    <w:p w14:paraId="43E8A7E0" w14:textId="35A8110F" w:rsidR="7C55E24C" w:rsidRDefault="7C55E24C"/>
    <w:p w14:paraId="0EE1AC25" w14:textId="3F6860C9" w:rsidR="7C55E24C" w:rsidRDefault="7C55E24C"/>
    <w:p w14:paraId="53DB9085" w14:textId="77777777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/>
          <w:sz w:val="16"/>
        </w:rPr>
      </w:pPr>
    </w:p>
    <w:bookmarkEnd w:id="0"/>
    <w:p w14:paraId="6E8130A9" w14:textId="77777777" w:rsidR="00816553" w:rsidRDefault="00816553" w:rsidP="7C55E24C">
      <w:pPr>
        <w:pStyle w:val="Zkladntext"/>
        <w:spacing w:after="60"/>
        <w:jc w:val="both"/>
        <w:rPr>
          <w:sz w:val="22"/>
          <w:szCs w:val="22"/>
        </w:rPr>
      </w:pPr>
    </w:p>
    <w:p w14:paraId="4479A332" w14:textId="77777777" w:rsidR="00816553" w:rsidRDefault="00816553" w:rsidP="7C55E24C">
      <w:pPr>
        <w:pStyle w:val="Zkladntext"/>
        <w:spacing w:after="60"/>
        <w:jc w:val="both"/>
        <w:rPr>
          <w:rFonts w:ascii="Arial" w:hAnsi="Arial" w:cs="Arial"/>
          <w:sz w:val="22"/>
          <w:szCs w:val="22"/>
        </w:rPr>
      </w:pPr>
      <w:r w:rsidRPr="7C55E24C">
        <w:rPr>
          <w:rFonts w:ascii="Arial" w:hAnsi="Arial" w:cs="Arial"/>
          <w:sz w:val="22"/>
          <w:szCs w:val="22"/>
        </w:rPr>
        <w:t>V …………</w:t>
      </w:r>
      <w:proofErr w:type="gramStart"/>
      <w:r w:rsidRPr="7C55E24C">
        <w:rPr>
          <w:rFonts w:ascii="Arial" w:hAnsi="Arial" w:cs="Arial"/>
          <w:sz w:val="22"/>
          <w:szCs w:val="22"/>
        </w:rPr>
        <w:t>…….</w:t>
      </w:r>
      <w:proofErr w:type="gramEnd"/>
      <w:r w:rsidRPr="7C55E24C">
        <w:rPr>
          <w:rFonts w:ascii="Arial" w:hAnsi="Arial" w:cs="Arial"/>
          <w:sz w:val="22"/>
          <w:szCs w:val="22"/>
        </w:rPr>
        <w:t>.…</w:t>
      </w:r>
      <w:proofErr w:type="gramStart"/>
      <w:r w:rsidRPr="7C55E24C">
        <w:rPr>
          <w:rFonts w:ascii="Arial" w:hAnsi="Arial" w:cs="Arial"/>
          <w:sz w:val="22"/>
          <w:szCs w:val="22"/>
        </w:rPr>
        <w:t>…….</w:t>
      </w:r>
      <w:proofErr w:type="gramEnd"/>
      <w:r w:rsidRPr="7C55E24C">
        <w:rPr>
          <w:rFonts w:ascii="Arial" w:hAnsi="Arial" w:cs="Arial"/>
          <w:sz w:val="22"/>
          <w:szCs w:val="22"/>
        </w:rPr>
        <w:t>. dne ……</w:t>
      </w:r>
      <w:proofErr w:type="gramStart"/>
      <w:r w:rsidRPr="7C55E24C">
        <w:rPr>
          <w:rFonts w:ascii="Arial" w:hAnsi="Arial" w:cs="Arial"/>
          <w:sz w:val="22"/>
          <w:szCs w:val="22"/>
        </w:rPr>
        <w:t>…….</w:t>
      </w:r>
      <w:proofErr w:type="gramEnd"/>
      <w:r w:rsidRPr="7C55E24C">
        <w:rPr>
          <w:rFonts w:ascii="Arial" w:hAnsi="Arial" w:cs="Arial"/>
          <w:sz w:val="22"/>
          <w:szCs w:val="22"/>
        </w:rPr>
        <w:t xml:space="preserve">.         </w:t>
      </w:r>
    </w:p>
    <w:p w14:paraId="6EB1BDF6" w14:textId="77777777" w:rsidR="001F228B" w:rsidRDefault="001F228B" w:rsidP="7C55E24C">
      <w:pPr>
        <w:pStyle w:val="Zkladntext"/>
        <w:spacing w:after="60"/>
        <w:jc w:val="both"/>
        <w:rPr>
          <w:rFonts w:ascii="Arial" w:hAnsi="Arial" w:cs="Arial"/>
          <w:sz w:val="22"/>
          <w:szCs w:val="22"/>
        </w:rPr>
      </w:pPr>
    </w:p>
    <w:p w14:paraId="061EF811" w14:textId="77777777" w:rsidR="001F228B" w:rsidRDefault="001F228B" w:rsidP="7C55E24C">
      <w:pPr>
        <w:pStyle w:val="Zkladntext"/>
        <w:spacing w:after="60"/>
        <w:jc w:val="both"/>
        <w:rPr>
          <w:rFonts w:ascii="Arial" w:hAnsi="Arial" w:cs="Arial"/>
          <w:sz w:val="22"/>
          <w:szCs w:val="22"/>
        </w:rPr>
      </w:pPr>
    </w:p>
    <w:p w14:paraId="695AF1D8" w14:textId="77777777" w:rsidR="001F228B" w:rsidRDefault="001F228B" w:rsidP="7C55E24C">
      <w:pPr>
        <w:pStyle w:val="Zkladntext"/>
        <w:spacing w:after="60"/>
        <w:jc w:val="both"/>
        <w:rPr>
          <w:rFonts w:ascii="Arial" w:hAnsi="Arial" w:cs="Arial"/>
          <w:sz w:val="22"/>
          <w:szCs w:val="22"/>
        </w:rPr>
      </w:pPr>
    </w:p>
    <w:p w14:paraId="5D216E3F" w14:textId="77777777" w:rsidR="001F228B" w:rsidRPr="00EA5A65" w:rsidRDefault="001F228B" w:rsidP="7C55E24C">
      <w:pPr>
        <w:pStyle w:val="Zkladntext"/>
        <w:spacing w:after="60"/>
        <w:jc w:val="both"/>
        <w:rPr>
          <w:rFonts w:ascii="Arial" w:hAnsi="Arial" w:cs="Arial"/>
          <w:sz w:val="22"/>
          <w:szCs w:val="22"/>
        </w:rPr>
      </w:pPr>
    </w:p>
    <w:p w14:paraId="07744CC0" w14:textId="77777777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3EF6F4F2" w14:textId="7CF1B2B9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1F228B">
        <w:rPr>
          <w:sz w:val="22"/>
          <w:szCs w:val="22"/>
        </w:rPr>
        <w:t xml:space="preserve">                                                                            ______________________________________</w:t>
      </w:r>
    </w:p>
    <w:p w14:paraId="7A402EA9" w14:textId="6DB2C05F" w:rsidR="0007490B" w:rsidRDefault="00816553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="0007490B">
        <w:rPr>
          <w:rFonts w:ascii="Arial" w:hAnsi="Arial" w:cs="Arial"/>
          <w:sz w:val="22"/>
          <w:szCs w:val="22"/>
        </w:rPr>
        <w:tab/>
        <w:t xml:space="preserve">Jméno a </w:t>
      </w:r>
      <w:r w:rsidRPr="00EA5A65">
        <w:rPr>
          <w:rFonts w:ascii="Arial" w:hAnsi="Arial" w:cs="Arial"/>
          <w:sz w:val="22"/>
          <w:szCs w:val="22"/>
        </w:rPr>
        <w:t xml:space="preserve">podpis osoby </w:t>
      </w:r>
    </w:p>
    <w:p w14:paraId="4F9D9FA5" w14:textId="16C8236C" w:rsidR="00816553" w:rsidRPr="0098153A" w:rsidRDefault="0007490B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16553" w:rsidRPr="00EA5A65">
        <w:rPr>
          <w:rFonts w:ascii="Arial" w:hAnsi="Arial" w:cs="Arial"/>
          <w:sz w:val="22"/>
          <w:szCs w:val="22"/>
        </w:rPr>
        <w:t>oprávněné jednat jménem účastníka</w:t>
      </w:r>
    </w:p>
    <w:p w14:paraId="4DB80377" w14:textId="03CB1870" w:rsidR="00DC159D" w:rsidRDefault="000A4D02" w:rsidP="7C55E24C">
      <w:pPr>
        <w:pStyle w:val="Zkladntext"/>
        <w:spacing w:after="60"/>
        <w:jc w:val="both"/>
        <w:rPr>
          <w:rFonts w:ascii="Arial" w:hAnsi="Arial"/>
          <w:sz w:val="16"/>
          <w:szCs w:val="16"/>
        </w:rPr>
      </w:pPr>
      <w:r w:rsidRPr="7C55E24C">
        <w:rPr>
          <w:rFonts w:ascii="Arial" w:hAnsi="Arial"/>
          <w:sz w:val="16"/>
          <w:szCs w:val="16"/>
        </w:rPr>
        <w:t xml:space="preserve">   </w:t>
      </w:r>
    </w:p>
    <w:p w14:paraId="21234D9D" w14:textId="3240DC0F" w:rsidR="008F0BD3" w:rsidRPr="00264FC6" w:rsidRDefault="008F0BD3" w:rsidP="7C55E24C">
      <w:pPr>
        <w:pStyle w:val="Zkladntext"/>
        <w:spacing w:after="60"/>
        <w:jc w:val="both"/>
        <w:rPr>
          <w:rFonts w:ascii="Arial" w:hAnsi="Arial"/>
          <w:sz w:val="16"/>
          <w:szCs w:val="16"/>
        </w:rPr>
      </w:pPr>
    </w:p>
    <w:sectPr w:rsidR="008F0BD3" w:rsidRPr="00264FC6" w:rsidSect="001F228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63" w:right="851" w:bottom="1276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C868F" w14:textId="77777777" w:rsidR="00942349" w:rsidRDefault="00942349">
      <w:r>
        <w:separator/>
      </w:r>
    </w:p>
  </w:endnote>
  <w:endnote w:type="continuationSeparator" w:id="0">
    <w:p w14:paraId="0F95C722" w14:textId="77777777" w:rsidR="00942349" w:rsidRDefault="00942349">
      <w:r>
        <w:continuationSeparator/>
      </w:r>
    </w:p>
  </w:endnote>
  <w:endnote w:type="continuationNotice" w:id="1">
    <w:p w14:paraId="5ECDCEBD" w14:textId="77777777" w:rsidR="00942349" w:rsidRDefault="009423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3626B" w14:textId="0D1039AA" w:rsidR="007D52B8" w:rsidRDefault="00D94C67">
    <w:pPr>
      <w:tabs>
        <w:tab w:val="left" w:pos="4140"/>
        <w:tab w:val="right" w:pos="9180"/>
      </w:tabs>
      <w:ind w:right="-108"/>
      <w:rPr>
        <w:sz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94D852E" wp14:editId="775182B4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65655809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EFD1AF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jsQEAAEgDAAAOAAAAZHJzL2Uyb0RvYy54bWysU8Fu2zAMvQ/YPwi6L3YStO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" o:allowincell="f" strokecolor="#333" strokeweight=".5pt"/>
          </w:pict>
        </mc:Fallback>
      </mc:AlternateContent>
    </w:r>
  </w:p>
  <w:p w14:paraId="42337AC3" w14:textId="77777777" w:rsidR="007D52B8" w:rsidRDefault="007D52B8" w:rsidP="003F7066">
    <w:pPr>
      <w:ind w:left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79B1" w14:textId="1F784F91" w:rsidR="007D52B8" w:rsidRDefault="00D94C6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DFB2954" wp14:editId="1667997F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96777079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C9EF84" id="Line 1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kdsAEAAEgDAAAOAAAAZHJzL2Uyb0RvYy54bWysU8Fu2zAMvQ/YPwi6L04CZEuMOD2k7S7d&#10;FqDdBzCSHAuVRYFUYufvJ6lJVmy3YT4Iokg+vfdEr+/G3omTIbboGzmbTKUwXqG2/tDIny+Pn5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"/>
          </w:pict>
        </mc:Fallback>
      </mc:AlternateContent>
    </w:r>
  </w:p>
  <w:p w14:paraId="15ED45EF" w14:textId="77777777" w:rsidR="007D52B8" w:rsidRDefault="007D52B8" w:rsidP="003F70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F268F" w14:textId="77777777" w:rsidR="00942349" w:rsidRDefault="00942349">
      <w:r>
        <w:separator/>
      </w:r>
    </w:p>
  </w:footnote>
  <w:footnote w:type="continuationSeparator" w:id="0">
    <w:p w14:paraId="7D4D2709" w14:textId="77777777" w:rsidR="00942349" w:rsidRDefault="00942349">
      <w:r>
        <w:continuationSeparator/>
      </w:r>
    </w:p>
  </w:footnote>
  <w:footnote w:type="continuationNotice" w:id="1">
    <w:p w14:paraId="027F3566" w14:textId="77777777" w:rsidR="00942349" w:rsidRDefault="009423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CF7B2" w14:textId="6928A5AA" w:rsidR="007D52B8" w:rsidRDefault="007D52B8">
    <w:pPr>
      <w:rPr>
        <w:rFonts w:ascii="Arial" w:hAnsi="Arial"/>
        <w:sz w:val="16"/>
      </w:rPr>
    </w:pPr>
    <w:r>
      <w:rPr>
        <w:rFonts w:ascii="Arial" w:hAnsi="Arial"/>
        <w:sz w:val="16"/>
      </w:rPr>
      <w:t xml:space="preserve">Zadávací podmínky </w:t>
    </w:r>
    <w:proofErr w:type="gramStart"/>
    <w:r>
      <w:rPr>
        <w:rFonts w:ascii="Arial" w:hAnsi="Arial"/>
        <w:sz w:val="16"/>
      </w:rPr>
      <w:t xml:space="preserve">–  </w:t>
    </w:r>
    <w:r w:rsidR="001465C7">
      <w:rPr>
        <w:sz w:val="16"/>
        <w:szCs w:val="16"/>
        <w:u w:val="single"/>
      </w:rPr>
      <w:t>Dodávka</w:t>
    </w:r>
    <w:proofErr w:type="gramEnd"/>
    <w:r w:rsidR="00757195" w:rsidRPr="00887B27">
      <w:rPr>
        <w:sz w:val="16"/>
        <w:szCs w:val="16"/>
        <w:u w:val="single"/>
      </w:rPr>
      <w:t xml:space="preserve"> </w:t>
    </w:r>
    <w:r w:rsidR="00757195" w:rsidRPr="00887B27">
      <w:rPr>
        <w:iCs/>
        <w:sz w:val="16"/>
        <w:szCs w:val="16"/>
        <w:u w:val="single"/>
      </w:rPr>
      <w:t xml:space="preserve">tandemového </w:t>
    </w:r>
    <w:r w:rsidR="00757195" w:rsidRPr="00887B27">
      <w:rPr>
        <w:sz w:val="16"/>
        <w:szCs w:val="16"/>
        <w:u w:val="single"/>
      </w:rPr>
      <w:t>válce s vibračním a oscilačním běhounem v počtu dvou</w:t>
    </w:r>
    <w:r w:rsidR="00757195" w:rsidRPr="005C3EAE">
      <w:rPr>
        <w:rFonts w:ascii="Arial" w:hAnsi="Arial"/>
        <w:sz w:val="16"/>
        <w:u w:val="single"/>
      </w:rPr>
      <w:t xml:space="preserve"> </w:t>
    </w:r>
    <w:r w:rsidR="00A51C98">
      <w:rPr>
        <w:rFonts w:ascii="Arial" w:hAnsi="Arial"/>
        <w:sz w:val="16"/>
        <w:u w:val="single"/>
      </w:rPr>
      <w:t>kusů</w:t>
    </w:r>
    <w:r w:rsidR="00757195" w:rsidRPr="005C3EAE">
      <w:rPr>
        <w:rFonts w:ascii="Arial" w:hAnsi="Arial"/>
        <w:sz w:val="16"/>
        <w:u w:val="single"/>
      </w:rPr>
      <w:t xml:space="preserve">      </w:t>
    </w:r>
    <w:r w:rsidR="00757195">
      <w:rPr>
        <w:rFonts w:ascii="Arial" w:hAnsi="Arial"/>
        <w:sz w:val="16"/>
        <w:u w:val="single"/>
      </w:rPr>
      <w:t xml:space="preserve">                                    </w:t>
    </w:r>
    <w:r w:rsidR="00084C36">
      <w:rPr>
        <w:rFonts w:ascii="Arial" w:hAnsi="Arial"/>
        <w:sz w:val="16"/>
      </w:rPr>
      <w:t>strana</w:t>
    </w:r>
    <w:r>
      <w:rPr>
        <w:rFonts w:ascii="Arial" w:hAnsi="Arial"/>
        <w:sz w:val="16"/>
      </w:rPr>
      <w:t xml:space="preserve">: </w:t>
    </w: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E071FE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14:paraId="45575B47" w14:textId="6CEA8425" w:rsidR="007D52B8" w:rsidRDefault="00D94C67">
    <w:pPr>
      <w:rPr>
        <w:rFonts w:ascii="Arial Black" w:hAnsi="Arial Black"/>
      </w:rPr>
    </w:pPr>
    <w:r>
      <w:rPr>
        <w:rFonts w:ascii="Arial Black" w:hAnsi="Arial Black"/>
        <w:noProof/>
        <w:sz w:val="20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6D7C6C24" wp14:editId="6734BAAE">
              <wp:simplePos x="0" y="0"/>
              <wp:positionH relativeFrom="column">
                <wp:posOffset>0</wp:posOffset>
              </wp:positionH>
              <wp:positionV relativeFrom="paragraph">
                <wp:posOffset>20320</wp:posOffset>
              </wp:positionV>
              <wp:extent cx="5829300" cy="0"/>
              <wp:effectExtent l="0" t="0" r="0" b="0"/>
              <wp:wrapNone/>
              <wp:docPr id="210600400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ADC63E" id="Line 3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2Ala39kAAAAEAQAADwAAAAAAAAAAAAAAAAAKBAAAZHJzL2Rvd25yZXYueG1s&#10;UEsFBgAAAAAEAAQA8wAAABAFAAAAAA=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BFE7" w14:textId="422F0D75" w:rsidR="001F228B" w:rsidRDefault="001F228B" w:rsidP="00BE209D">
    <w:pPr>
      <w:pStyle w:val="Zhlav"/>
      <w:rPr>
        <w:rFonts w:ascii="Arial" w:hAnsi="Arial"/>
        <w:sz w:val="16"/>
      </w:rPr>
    </w:pPr>
    <w:r>
      <w:rPr>
        <w:rFonts w:ascii="Arial" w:hAnsi="Arial" w:cs="Arial"/>
        <w:noProof/>
      </w:rPr>
      <w:drawing>
        <wp:inline distT="0" distB="0" distL="0" distR="0" wp14:anchorId="2B119BD3" wp14:editId="5D93ACBE">
          <wp:extent cx="962025" cy="400050"/>
          <wp:effectExtent l="0" t="0" r="0" b="0"/>
          <wp:docPr id="1" name="obrázek 1" descr="Obsah obrázku text, Písmo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000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Start w:id="4" w:name="_Hlk55215233"/>
    <w:r w:rsidR="00757195" w:rsidRPr="001F228B">
      <w:rPr>
        <w:rFonts w:ascii="Arial" w:hAnsi="Arial"/>
        <w:sz w:val="16"/>
      </w:rPr>
      <w:t xml:space="preserve"> </w:t>
    </w:r>
    <w:r w:rsidRPr="008A37ED">
      <w:rPr>
        <w:sz w:val="16"/>
        <w:u w:val="single"/>
      </w:rPr>
      <w:t xml:space="preserve">Zadávací podmínky – </w:t>
    </w:r>
    <w:r w:rsidR="008A37ED" w:rsidRPr="008A37ED">
      <w:rPr>
        <w:sz w:val="16"/>
        <w:szCs w:val="16"/>
        <w:u w:val="single"/>
      </w:rPr>
      <w:t>Dodávka</w:t>
    </w:r>
    <w:r w:rsidR="008A37ED" w:rsidRPr="00887B27">
      <w:rPr>
        <w:sz w:val="16"/>
        <w:szCs w:val="16"/>
        <w:u w:val="single"/>
      </w:rPr>
      <w:t xml:space="preserve"> </w:t>
    </w:r>
    <w:r w:rsidR="008A37ED" w:rsidRPr="00887B27">
      <w:rPr>
        <w:iCs/>
        <w:sz w:val="16"/>
        <w:szCs w:val="16"/>
        <w:u w:val="single"/>
      </w:rPr>
      <w:t xml:space="preserve">tandemového </w:t>
    </w:r>
    <w:r w:rsidR="008A37ED" w:rsidRPr="00887B27">
      <w:rPr>
        <w:sz w:val="16"/>
        <w:szCs w:val="16"/>
        <w:u w:val="single"/>
      </w:rPr>
      <w:t>válce s vibračním a oscilačním běhounem v počtu dvou</w:t>
    </w:r>
  </w:p>
  <w:p w14:paraId="39F7149E" w14:textId="3C5487A4" w:rsidR="00084C36" w:rsidRPr="001F228B" w:rsidRDefault="001F228B" w:rsidP="00BE209D">
    <w:pPr>
      <w:pStyle w:val="Zhlav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                                                                                                                                                                                                 </w:t>
    </w:r>
    <w:r w:rsidR="00757195" w:rsidRPr="001F228B">
      <w:rPr>
        <w:rFonts w:ascii="Arial" w:hAnsi="Arial"/>
        <w:sz w:val="16"/>
      </w:rPr>
      <w:t xml:space="preserve">strana: 1                         </w:t>
    </w:r>
    <w:bookmarkEnd w:id="4"/>
    <w:r w:rsidR="008631FC" w:rsidRPr="001F228B">
      <w:rPr>
        <w:rFonts w:ascii="Arial" w:hAnsi="Arial"/>
        <w:sz w:val="16"/>
      </w:rPr>
      <w:t xml:space="preserve">                                                                                              </w:t>
    </w:r>
    <w:r w:rsidR="00084C36" w:rsidRPr="001F228B">
      <w:rPr>
        <w:rFonts w:ascii="Arial" w:hAnsi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A7876"/>
    <w:multiLevelType w:val="hybridMultilevel"/>
    <w:tmpl w:val="0C8CA1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" w15:restartNumberingAfterBreak="0">
    <w:nsid w:val="789820AE"/>
    <w:multiLevelType w:val="multilevel"/>
    <w:tmpl w:val="EDA8DCB4"/>
    <w:lvl w:ilvl="0">
      <w:start w:val="1"/>
      <w:numFmt w:val="decimal"/>
      <w:pStyle w:val="seznam1"/>
      <w:suff w:val="space"/>
      <w:lvlText w:val="%1."/>
      <w:lvlJc w:val="left"/>
      <w:pPr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num w:numId="1" w16cid:durableId="2134902905">
    <w:abstractNumId w:val="1"/>
  </w:num>
  <w:num w:numId="2" w16cid:durableId="223949018">
    <w:abstractNumId w:val="2"/>
  </w:num>
  <w:num w:numId="3" w16cid:durableId="195435925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A54"/>
    <w:rsid w:val="00000676"/>
    <w:rsid w:val="00003E11"/>
    <w:rsid w:val="00005CAF"/>
    <w:rsid w:val="000065DF"/>
    <w:rsid w:val="00013E25"/>
    <w:rsid w:val="00014E40"/>
    <w:rsid w:val="00017654"/>
    <w:rsid w:val="000321BE"/>
    <w:rsid w:val="00034DD9"/>
    <w:rsid w:val="00035CAC"/>
    <w:rsid w:val="000379E3"/>
    <w:rsid w:val="000510BA"/>
    <w:rsid w:val="00053818"/>
    <w:rsid w:val="00057286"/>
    <w:rsid w:val="00063D09"/>
    <w:rsid w:val="00065B92"/>
    <w:rsid w:val="00074578"/>
    <w:rsid w:val="0007490B"/>
    <w:rsid w:val="00076ECE"/>
    <w:rsid w:val="00077FE1"/>
    <w:rsid w:val="00081179"/>
    <w:rsid w:val="00084C36"/>
    <w:rsid w:val="0008608C"/>
    <w:rsid w:val="000867E3"/>
    <w:rsid w:val="000900F1"/>
    <w:rsid w:val="000908B3"/>
    <w:rsid w:val="00091C1E"/>
    <w:rsid w:val="0009446B"/>
    <w:rsid w:val="00097212"/>
    <w:rsid w:val="00097560"/>
    <w:rsid w:val="000A4D02"/>
    <w:rsid w:val="000A51D9"/>
    <w:rsid w:val="000B44CB"/>
    <w:rsid w:val="000B6C7C"/>
    <w:rsid w:val="000B7481"/>
    <w:rsid w:val="000B7509"/>
    <w:rsid w:val="000B7F27"/>
    <w:rsid w:val="000C2033"/>
    <w:rsid w:val="000C2539"/>
    <w:rsid w:val="000C2E58"/>
    <w:rsid w:val="000D00D6"/>
    <w:rsid w:val="000D0D78"/>
    <w:rsid w:val="000D0DE9"/>
    <w:rsid w:val="000D1D75"/>
    <w:rsid w:val="000D5D98"/>
    <w:rsid w:val="000D747E"/>
    <w:rsid w:val="000E11D1"/>
    <w:rsid w:val="000E513D"/>
    <w:rsid w:val="000E59FC"/>
    <w:rsid w:val="000E5B52"/>
    <w:rsid w:val="000E6911"/>
    <w:rsid w:val="000E7533"/>
    <w:rsid w:val="000F13FA"/>
    <w:rsid w:val="000F236E"/>
    <w:rsid w:val="000F33E2"/>
    <w:rsid w:val="00104036"/>
    <w:rsid w:val="0011069B"/>
    <w:rsid w:val="001107F4"/>
    <w:rsid w:val="00113FAD"/>
    <w:rsid w:val="00114ECB"/>
    <w:rsid w:val="00116225"/>
    <w:rsid w:val="00116D08"/>
    <w:rsid w:val="00123288"/>
    <w:rsid w:val="001272DF"/>
    <w:rsid w:val="0013195E"/>
    <w:rsid w:val="0013311C"/>
    <w:rsid w:val="001465C7"/>
    <w:rsid w:val="0014746B"/>
    <w:rsid w:val="00155A50"/>
    <w:rsid w:val="00157096"/>
    <w:rsid w:val="00157839"/>
    <w:rsid w:val="00166102"/>
    <w:rsid w:val="00166496"/>
    <w:rsid w:val="001677C5"/>
    <w:rsid w:val="00175057"/>
    <w:rsid w:val="00186CC5"/>
    <w:rsid w:val="001915C1"/>
    <w:rsid w:val="00193669"/>
    <w:rsid w:val="00193D80"/>
    <w:rsid w:val="001B0E27"/>
    <w:rsid w:val="001B29FC"/>
    <w:rsid w:val="001B3CE6"/>
    <w:rsid w:val="001B4015"/>
    <w:rsid w:val="001C5FAA"/>
    <w:rsid w:val="001D6728"/>
    <w:rsid w:val="001D77EE"/>
    <w:rsid w:val="001E6830"/>
    <w:rsid w:val="001F1A86"/>
    <w:rsid w:val="001F228B"/>
    <w:rsid w:val="001F67A9"/>
    <w:rsid w:val="0020351D"/>
    <w:rsid w:val="002138B9"/>
    <w:rsid w:val="00217464"/>
    <w:rsid w:val="0022112D"/>
    <w:rsid w:val="00224F43"/>
    <w:rsid w:val="00226F34"/>
    <w:rsid w:val="002275CA"/>
    <w:rsid w:val="00234157"/>
    <w:rsid w:val="00236A3F"/>
    <w:rsid w:val="00237D81"/>
    <w:rsid w:val="00250A79"/>
    <w:rsid w:val="00252B39"/>
    <w:rsid w:val="002547DD"/>
    <w:rsid w:val="00255CDA"/>
    <w:rsid w:val="0025720C"/>
    <w:rsid w:val="00260377"/>
    <w:rsid w:val="002629CC"/>
    <w:rsid w:val="00263257"/>
    <w:rsid w:val="00264FC6"/>
    <w:rsid w:val="00270302"/>
    <w:rsid w:val="0027653B"/>
    <w:rsid w:val="00276805"/>
    <w:rsid w:val="00277454"/>
    <w:rsid w:val="002816ED"/>
    <w:rsid w:val="00284BCD"/>
    <w:rsid w:val="0028523D"/>
    <w:rsid w:val="00290D61"/>
    <w:rsid w:val="00294744"/>
    <w:rsid w:val="00295030"/>
    <w:rsid w:val="0029636C"/>
    <w:rsid w:val="00296950"/>
    <w:rsid w:val="002A0EEC"/>
    <w:rsid w:val="002A6455"/>
    <w:rsid w:val="002B160B"/>
    <w:rsid w:val="002B565D"/>
    <w:rsid w:val="002C38D6"/>
    <w:rsid w:val="002C4C2A"/>
    <w:rsid w:val="002C545B"/>
    <w:rsid w:val="002C7787"/>
    <w:rsid w:val="002C7F32"/>
    <w:rsid w:val="002D4E4E"/>
    <w:rsid w:val="002E218B"/>
    <w:rsid w:val="002E2375"/>
    <w:rsid w:val="002E4545"/>
    <w:rsid w:val="002E550F"/>
    <w:rsid w:val="002F1ABA"/>
    <w:rsid w:val="002F1EB6"/>
    <w:rsid w:val="002F200B"/>
    <w:rsid w:val="002F46DA"/>
    <w:rsid w:val="002F69AC"/>
    <w:rsid w:val="002F78EA"/>
    <w:rsid w:val="00300477"/>
    <w:rsid w:val="003012F2"/>
    <w:rsid w:val="00302232"/>
    <w:rsid w:val="00302E45"/>
    <w:rsid w:val="00303048"/>
    <w:rsid w:val="00305282"/>
    <w:rsid w:val="00305BA0"/>
    <w:rsid w:val="00305C57"/>
    <w:rsid w:val="00310368"/>
    <w:rsid w:val="003105DB"/>
    <w:rsid w:val="00317C19"/>
    <w:rsid w:val="00323278"/>
    <w:rsid w:val="0032413B"/>
    <w:rsid w:val="00324DCD"/>
    <w:rsid w:val="0032619B"/>
    <w:rsid w:val="00327B15"/>
    <w:rsid w:val="00336A69"/>
    <w:rsid w:val="00344F6D"/>
    <w:rsid w:val="00346DAC"/>
    <w:rsid w:val="00346F29"/>
    <w:rsid w:val="00350970"/>
    <w:rsid w:val="00353013"/>
    <w:rsid w:val="0036164E"/>
    <w:rsid w:val="00362197"/>
    <w:rsid w:val="0036485A"/>
    <w:rsid w:val="00365642"/>
    <w:rsid w:val="00371017"/>
    <w:rsid w:val="00372C6F"/>
    <w:rsid w:val="003744F2"/>
    <w:rsid w:val="00387BD5"/>
    <w:rsid w:val="003959A9"/>
    <w:rsid w:val="003A4D4B"/>
    <w:rsid w:val="003A518A"/>
    <w:rsid w:val="003B31B6"/>
    <w:rsid w:val="003B36B8"/>
    <w:rsid w:val="003B4CD3"/>
    <w:rsid w:val="003B63E2"/>
    <w:rsid w:val="003C19B7"/>
    <w:rsid w:val="003C2528"/>
    <w:rsid w:val="003C2D7F"/>
    <w:rsid w:val="003C6D7E"/>
    <w:rsid w:val="003C702F"/>
    <w:rsid w:val="003C7069"/>
    <w:rsid w:val="003D3870"/>
    <w:rsid w:val="003E1EE9"/>
    <w:rsid w:val="003E3090"/>
    <w:rsid w:val="003E5190"/>
    <w:rsid w:val="003E6597"/>
    <w:rsid w:val="003F37C4"/>
    <w:rsid w:val="003F7066"/>
    <w:rsid w:val="00400AEE"/>
    <w:rsid w:val="00400AF1"/>
    <w:rsid w:val="004028DB"/>
    <w:rsid w:val="00405C22"/>
    <w:rsid w:val="004116B3"/>
    <w:rsid w:val="004276DE"/>
    <w:rsid w:val="00427AFD"/>
    <w:rsid w:val="00431351"/>
    <w:rsid w:val="0043179F"/>
    <w:rsid w:val="00432984"/>
    <w:rsid w:val="004340E8"/>
    <w:rsid w:val="00437DC3"/>
    <w:rsid w:val="00440D00"/>
    <w:rsid w:val="00443AE4"/>
    <w:rsid w:val="00445404"/>
    <w:rsid w:val="00452155"/>
    <w:rsid w:val="00452938"/>
    <w:rsid w:val="004540A0"/>
    <w:rsid w:val="00460F64"/>
    <w:rsid w:val="0047100B"/>
    <w:rsid w:val="0047145A"/>
    <w:rsid w:val="00472E92"/>
    <w:rsid w:val="004746B2"/>
    <w:rsid w:val="004763C5"/>
    <w:rsid w:val="00481DC9"/>
    <w:rsid w:val="0048628C"/>
    <w:rsid w:val="00486715"/>
    <w:rsid w:val="00490128"/>
    <w:rsid w:val="004961B5"/>
    <w:rsid w:val="00496A46"/>
    <w:rsid w:val="00496E58"/>
    <w:rsid w:val="004970D6"/>
    <w:rsid w:val="004A28A9"/>
    <w:rsid w:val="004B0B25"/>
    <w:rsid w:val="004B11F9"/>
    <w:rsid w:val="004B4244"/>
    <w:rsid w:val="004B7BD7"/>
    <w:rsid w:val="004C018B"/>
    <w:rsid w:val="004C0C4A"/>
    <w:rsid w:val="004C4963"/>
    <w:rsid w:val="004C6B2A"/>
    <w:rsid w:val="004D76F5"/>
    <w:rsid w:val="004E0475"/>
    <w:rsid w:val="004F31F1"/>
    <w:rsid w:val="004F7E18"/>
    <w:rsid w:val="00502D10"/>
    <w:rsid w:val="00504668"/>
    <w:rsid w:val="00507F63"/>
    <w:rsid w:val="00512286"/>
    <w:rsid w:val="0051245A"/>
    <w:rsid w:val="00520C27"/>
    <w:rsid w:val="0052241F"/>
    <w:rsid w:val="005263BD"/>
    <w:rsid w:val="005302DC"/>
    <w:rsid w:val="00533EDA"/>
    <w:rsid w:val="00534568"/>
    <w:rsid w:val="00534E91"/>
    <w:rsid w:val="00535485"/>
    <w:rsid w:val="00535CED"/>
    <w:rsid w:val="005435B3"/>
    <w:rsid w:val="005479C4"/>
    <w:rsid w:val="005517C9"/>
    <w:rsid w:val="005529EA"/>
    <w:rsid w:val="00554ED6"/>
    <w:rsid w:val="0055606E"/>
    <w:rsid w:val="0056017E"/>
    <w:rsid w:val="00570364"/>
    <w:rsid w:val="00570A17"/>
    <w:rsid w:val="00582919"/>
    <w:rsid w:val="00583219"/>
    <w:rsid w:val="00583F7C"/>
    <w:rsid w:val="00584311"/>
    <w:rsid w:val="005921E2"/>
    <w:rsid w:val="00593D52"/>
    <w:rsid w:val="00594790"/>
    <w:rsid w:val="00597252"/>
    <w:rsid w:val="005A1A1F"/>
    <w:rsid w:val="005A493E"/>
    <w:rsid w:val="005A6939"/>
    <w:rsid w:val="005A6BBD"/>
    <w:rsid w:val="005A79BE"/>
    <w:rsid w:val="005B1677"/>
    <w:rsid w:val="005B2822"/>
    <w:rsid w:val="005C62F4"/>
    <w:rsid w:val="005C6AF9"/>
    <w:rsid w:val="005D4CE4"/>
    <w:rsid w:val="005D7227"/>
    <w:rsid w:val="005D7B14"/>
    <w:rsid w:val="005D7C12"/>
    <w:rsid w:val="005E0F52"/>
    <w:rsid w:val="005E23CA"/>
    <w:rsid w:val="005E2D8F"/>
    <w:rsid w:val="005F0C65"/>
    <w:rsid w:val="005F2EE6"/>
    <w:rsid w:val="005F36AB"/>
    <w:rsid w:val="005F437D"/>
    <w:rsid w:val="005F527C"/>
    <w:rsid w:val="005F6A30"/>
    <w:rsid w:val="005F7C10"/>
    <w:rsid w:val="0060103A"/>
    <w:rsid w:val="00610EDB"/>
    <w:rsid w:val="00611498"/>
    <w:rsid w:val="00612341"/>
    <w:rsid w:val="0062051C"/>
    <w:rsid w:val="006210C2"/>
    <w:rsid w:val="00621F7D"/>
    <w:rsid w:val="00632CD0"/>
    <w:rsid w:val="006339E1"/>
    <w:rsid w:val="0063797D"/>
    <w:rsid w:val="00640508"/>
    <w:rsid w:val="00643F05"/>
    <w:rsid w:val="006442D3"/>
    <w:rsid w:val="00644F75"/>
    <w:rsid w:val="00646B83"/>
    <w:rsid w:val="00652537"/>
    <w:rsid w:val="00653ABE"/>
    <w:rsid w:val="00653ED4"/>
    <w:rsid w:val="00662315"/>
    <w:rsid w:val="006636C3"/>
    <w:rsid w:val="00663A32"/>
    <w:rsid w:val="006659A2"/>
    <w:rsid w:val="00670CF5"/>
    <w:rsid w:val="006737C4"/>
    <w:rsid w:val="006745E7"/>
    <w:rsid w:val="006750A5"/>
    <w:rsid w:val="00676DD4"/>
    <w:rsid w:val="006778ED"/>
    <w:rsid w:val="006814B7"/>
    <w:rsid w:val="00683260"/>
    <w:rsid w:val="00683C8F"/>
    <w:rsid w:val="00687156"/>
    <w:rsid w:val="00687215"/>
    <w:rsid w:val="00690877"/>
    <w:rsid w:val="00691CA1"/>
    <w:rsid w:val="00691F06"/>
    <w:rsid w:val="00692C82"/>
    <w:rsid w:val="00696217"/>
    <w:rsid w:val="00697CE7"/>
    <w:rsid w:val="006A14CD"/>
    <w:rsid w:val="006A5E22"/>
    <w:rsid w:val="006A736E"/>
    <w:rsid w:val="006B1089"/>
    <w:rsid w:val="006B1376"/>
    <w:rsid w:val="006B4543"/>
    <w:rsid w:val="006C1A38"/>
    <w:rsid w:val="006C33EC"/>
    <w:rsid w:val="006C4478"/>
    <w:rsid w:val="006D0B49"/>
    <w:rsid w:val="006D213C"/>
    <w:rsid w:val="006D2ACD"/>
    <w:rsid w:val="006D4281"/>
    <w:rsid w:val="006D6863"/>
    <w:rsid w:val="006E441B"/>
    <w:rsid w:val="006F31D9"/>
    <w:rsid w:val="007001CE"/>
    <w:rsid w:val="007023F1"/>
    <w:rsid w:val="00706711"/>
    <w:rsid w:val="00712634"/>
    <w:rsid w:val="00712E62"/>
    <w:rsid w:val="00713D0E"/>
    <w:rsid w:val="0071497E"/>
    <w:rsid w:val="0071516C"/>
    <w:rsid w:val="0071526F"/>
    <w:rsid w:val="0072421B"/>
    <w:rsid w:val="00727507"/>
    <w:rsid w:val="007304C4"/>
    <w:rsid w:val="0073075F"/>
    <w:rsid w:val="00737A5B"/>
    <w:rsid w:val="00743DE8"/>
    <w:rsid w:val="00745EFA"/>
    <w:rsid w:val="00747625"/>
    <w:rsid w:val="00747D25"/>
    <w:rsid w:val="007501E9"/>
    <w:rsid w:val="00753302"/>
    <w:rsid w:val="00753640"/>
    <w:rsid w:val="00753B3B"/>
    <w:rsid w:val="00757195"/>
    <w:rsid w:val="00761D33"/>
    <w:rsid w:val="007625E9"/>
    <w:rsid w:val="00763A3D"/>
    <w:rsid w:val="00764D1C"/>
    <w:rsid w:val="007762EA"/>
    <w:rsid w:val="00776AE2"/>
    <w:rsid w:val="00780C3B"/>
    <w:rsid w:val="0078129A"/>
    <w:rsid w:val="00782914"/>
    <w:rsid w:val="00785AF7"/>
    <w:rsid w:val="00785B1E"/>
    <w:rsid w:val="00786720"/>
    <w:rsid w:val="00787C63"/>
    <w:rsid w:val="007908CD"/>
    <w:rsid w:val="0079757C"/>
    <w:rsid w:val="007A0CED"/>
    <w:rsid w:val="007A7384"/>
    <w:rsid w:val="007A7ED3"/>
    <w:rsid w:val="007B3039"/>
    <w:rsid w:val="007B3D2D"/>
    <w:rsid w:val="007B716B"/>
    <w:rsid w:val="007B7B7D"/>
    <w:rsid w:val="007C08B5"/>
    <w:rsid w:val="007C0FC5"/>
    <w:rsid w:val="007C26C4"/>
    <w:rsid w:val="007C6485"/>
    <w:rsid w:val="007C65FE"/>
    <w:rsid w:val="007D0AB0"/>
    <w:rsid w:val="007D22E2"/>
    <w:rsid w:val="007D47C6"/>
    <w:rsid w:val="007D52B8"/>
    <w:rsid w:val="007D5EAD"/>
    <w:rsid w:val="007D5F51"/>
    <w:rsid w:val="007E126E"/>
    <w:rsid w:val="007E1E83"/>
    <w:rsid w:val="007E2C05"/>
    <w:rsid w:val="007E3E54"/>
    <w:rsid w:val="007E6220"/>
    <w:rsid w:val="007E6F87"/>
    <w:rsid w:val="007F06FE"/>
    <w:rsid w:val="007F10EA"/>
    <w:rsid w:val="007F213B"/>
    <w:rsid w:val="007F3B65"/>
    <w:rsid w:val="007F5041"/>
    <w:rsid w:val="007F5BB9"/>
    <w:rsid w:val="007F5DEA"/>
    <w:rsid w:val="008015D4"/>
    <w:rsid w:val="00802E2F"/>
    <w:rsid w:val="00803848"/>
    <w:rsid w:val="00806E14"/>
    <w:rsid w:val="00810591"/>
    <w:rsid w:val="0081237A"/>
    <w:rsid w:val="00814296"/>
    <w:rsid w:val="008157D6"/>
    <w:rsid w:val="0081596E"/>
    <w:rsid w:val="00816553"/>
    <w:rsid w:val="0081661C"/>
    <w:rsid w:val="00823000"/>
    <w:rsid w:val="00826610"/>
    <w:rsid w:val="00826C62"/>
    <w:rsid w:val="008301AD"/>
    <w:rsid w:val="00835B42"/>
    <w:rsid w:val="00837D4B"/>
    <w:rsid w:val="00841387"/>
    <w:rsid w:val="00842766"/>
    <w:rsid w:val="008428AD"/>
    <w:rsid w:val="00842B7A"/>
    <w:rsid w:val="008467D9"/>
    <w:rsid w:val="00854A8E"/>
    <w:rsid w:val="00857BD8"/>
    <w:rsid w:val="008631FC"/>
    <w:rsid w:val="008651FB"/>
    <w:rsid w:val="00872FEC"/>
    <w:rsid w:val="00873CCE"/>
    <w:rsid w:val="00892BE4"/>
    <w:rsid w:val="0089311F"/>
    <w:rsid w:val="00893479"/>
    <w:rsid w:val="00893C77"/>
    <w:rsid w:val="00894731"/>
    <w:rsid w:val="008957BC"/>
    <w:rsid w:val="00897151"/>
    <w:rsid w:val="00897A58"/>
    <w:rsid w:val="008A092B"/>
    <w:rsid w:val="008A0FB9"/>
    <w:rsid w:val="008A37ED"/>
    <w:rsid w:val="008A7939"/>
    <w:rsid w:val="008B0D2A"/>
    <w:rsid w:val="008B142B"/>
    <w:rsid w:val="008B2BDA"/>
    <w:rsid w:val="008B36EF"/>
    <w:rsid w:val="008B5FD9"/>
    <w:rsid w:val="008C0EED"/>
    <w:rsid w:val="008C57E7"/>
    <w:rsid w:val="008D2371"/>
    <w:rsid w:val="008D49F8"/>
    <w:rsid w:val="008D6F05"/>
    <w:rsid w:val="008D774C"/>
    <w:rsid w:val="008E1CAE"/>
    <w:rsid w:val="008E32E6"/>
    <w:rsid w:val="008E3302"/>
    <w:rsid w:val="008E65CC"/>
    <w:rsid w:val="008F0173"/>
    <w:rsid w:val="008F0BD3"/>
    <w:rsid w:val="008F171E"/>
    <w:rsid w:val="008F4FBA"/>
    <w:rsid w:val="008F64A4"/>
    <w:rsid w:val="008F6A3E"/>
    <w:rsid w:val="00912E08"/>
    <w:rsid w:val="00922F3C"/>
    <w:rsid w:val="00927993"/>
    <w:rsid w:val="0093081F"/>
    <w:rsid w:val="00931090"/>
    <w:rsid w:val="009321F2"/>
    <w:rsid w:val="00932E88"/>
    <w:rsid w:val="00937E16"/>
    <w:rsid w:val="0094146C"/>
    <w:rsid w:val="00941F4B"/>
    <w:rsid w:val="00942349"/>
    <w:rsid w:val="00943144"/>
    <w:rsid w:val="009433F7"/>
    <w:rsid w:val="0094344E"/>
    <w:rsid w:val="00943ACF"/>
    <w:rsid w:val="00944EAA"/>
    <w:rsid w:val="00946993"/>
    <w:rsid w:val="00946CF6"/>
    <w:rsid w:val="009576F9"/>
    <w:rsid w:val="00961BD6"/>
    <w:rsid w:val="00962BAF"/>
    <w:rsid w:val="00964EB5"/>
    <w:rsid w:val="00966E93"/>
    <w:rsid w:val="0097328C"/>
    <w:rsid w:val="00973E81"/>
    <w:rsid w:val="00973F4C"/>
    <w:rsid w:val="0097658A"/>
    <w:rsid w:val="00980A19"/>
    <w:rsid w:val="0098153A"/>
    <w:rsid w:val="009847AB"/>
    <w:rsid w:val="009917BB"/>
    <w:rsid w:val="0099262B"/>
    <w:rsid w:val="00993F72"/>
    <w:rsid w:val="00994C32"/>
    <w:rsid w:val="009968AF"/>
    <w:rsid w:val="00996947"/>
    <w:rsid w:val="009975E3"/>
    <w:rsid w:val="00997A1D"/>
    <w:rsid w:val="009A0CB9"/>
    <w:rsid w:val="009A1AEB"/>
    <w:rsid w:val="009A2EA4"/>
    <w:rsid w:val="009A4A01"/>
    <w:rsid w:val="009A70A0"/>
    <w:rsid w:val="009A7351"/>
    <w:rsid w:val="009A7AB0"/>
    <w:rsid w:val="009B04AC"/>
    <w:rsid w:val="009B1105"/>
    <w:rsid w:val="009B4BD2"/>
    <w:rsid w:val="009B660B"/>
    <w:rsid w:val="009C31A8"/>
    <w:rsid w:val="009C337B"/>
    <w:rsid w:val="009C4573"/>
    <w:rsid w:val="009D231D"/>
    <w:rsid w:val="009D2981"/>
    <w:rsid w:val="009D629E"/>
    <w:rsid w:val="009E2EB0"/>
    <w:rsid w:val="009E7280"/>
    <w:rsid w:val="009E7B42"/>
    <w:rsid w:val="009F20EE"/>
    <w:rsid w:val="009F28CE"/>
    <w:rsid w:val="009F4973"/>
    <w:rsid w:val="009F617B"/>
    <w:rsid w:val="00A02980"/>
    <w:rsid w:val="00A04336"/>
    <w:rsid w:val="00A06F5E"/>
    <w:rsid w:val="00A10E40"/>
    <w:rsid w:val="00A13CD8"/>
    <w:rsid w:val="00A15A1D"/>
    <w:rsid w:val="00A22922"/>
    <w:rsid w:val="00A24EE7"/>
    <w:rsid w:val="00A2609B"/>
    <w:rsid w:val="00A2636C"/>
    <w:rsid w:val="00A3037D"/>
    <w:rsid w:val="00A32E4A"/>
    <w:rsid w:val="00A3314C"/>
    <w:rsid w:val="00A349F7"/>
    <w:rsid w:val="00A35201"/>
    <w:rsid w:val="00A476E0"/>
    <w:rsid w:val="00A47D72"/>
    <w:rsid w:val="00A51C98"/>
    <w:rsid w:val="00A520CB"/>
    <w:rsid w:val="00A532F8"/>
    <w:rsid w:val="00A55398"/>
    <w:rsid w:val="00A561B4"/>
    <w:rsid w:val="00A60217"/>
    <w:rsid w:val="00A64A70"/>
    <w:rsid w:val="00A67A95"/>
    <w:rsid w:val="00A70435"/>
    <w:rsid w:val="00A73D06"/>
    <w:rsid w:val="00A74227"/>
    <w:rsid w:val="00A7598A"/>
    <w:rsid w:val="00A80E87"/>
    <w:rsid w:val="00A827F9"/>
    <w:rsid w:val="00A90AD1"/>
    <w:rsid w:val="00A90DB5"/>
    <w:rsid w:val="00A91BC6"/>
    <w:rsid w:val="00A92738"/>
    <w:rsid w:val="00A954CD"/>
    <w:rsid w:val="00AA4307"/>
    <w:rsid w:val="00AA69B5"/>
    <w:rsid w:val="00AB08CD"/>
    <w:rsid w:val="00AB2794"/>
    <w:rsid w:val="00AB2EC1"/>
    <w:rsid w:val="00AB3A79"/>
    <w:rsid w:val="00AB420E"/>
    <w:rsid w:val="00AB54E3"/>
    <w:rsid w:val="00AC0C8C"/>
    <w:rsid w:val="00AD21B3"/>
    <w:rsid w:val="00AD3CAC"/>
    <w:rsid w:val="00AD76C6"/>
    <w:rsid w:val="00AE30B1"/>
    <w:rsid w:val="00AE4F21"/>
    <w:rsid w:val="00AE7B3D"/>
    <w:rsid w:val="00AE7CCE"/>
    <w:rsid w:val="00AF06BF"/>
    <w:rsid w:val="00AF0C79"/>
    <w:rsid w:val="00AF1BBB"/>
    <w:rsid w:val="00AF4C8D"/>
    <w:rsid w:val="00AF51B7"/>
    <w:rsid w:val="00AF57BA"/>
    <w:rsid w:val="00AF7EE6"/>
    <w:rsid w:val="00B0000B"/>
    <w:rsid w:val="00B01018"/>
    <w:rsid w:val="00B02CA8"/>
    <w:rsid w:val="00B03394"/>
    <w:rsid w:val="00B053C0"/>
    <w:rsid w:val="00B13C1F"/>
    <w:rsid w:val="00B142EA"/>
    <w:rsid w:val="00B147E0"/>
    <w:rsid w:val="00B27970"/>
    <w:rsid w:val="00B31D2B"/>
    <w:rsid w:val="00B469C0"/>
    <w:rsid w:val="00B47BC8"/>
    <w:rsid w:val="00B50568"/>
    <w:rsid w:val="00B5155A"/>
    <w:rsid w:val="00B538F1"/>
    <w:rsid w:val="00B54ECF"/>
    <w:rsid w:val="00B55F4B"/>
    <w:rsid w:val="00B63E80"/>
    <w:rsid w:val="00B65E45"/>
    <w:rsid w:val="00B732DB"/>
    <w:rsid w:val="00B740C6"/>
    <w:rsid w:val="00B7567F"/>
    <w:rsid w:val="00B76454"/>
    <w:rsid w:val="00B77516"/>
    <w:rsid w:val="00B81C93"/>
    <w:rsid w:val="00B81EB5"/>
    <w:rsid w:val="00B82399"/>
    <w:rsid w:val="00B835A2"/>
    <w:rsid w:val="00B83A54"/>
    <w:rsid w:val="00B860D6"/>
    <w:rsid w:val="00B862DD"/>
    <w:rsid w:val="00B87769"/>
    <w:rsid w:val="00B94EB0"/>
    <w:rsid w:val="00B979D3"/>
    <w:rsid w:val="00B97C39"/>
    <w:rsid w:val="00BA09E8"/>
    <w:rsid w:val="00BA57C4"/>
    <w:rsid w:val="00BA6953"/>
    <w:rsid w:val="00BA6D2E"/>
    <w:rsid w:val="00BB1355"/>
    <w:rsid w:val="00BB6245"/>
    <w:rsid w:val="00BC3867"/>
    <w:rsid w:val="00BC4924"/>
    <w:rsid w:val="00BC51C9"/>
    <w:rsid w:val="00BC7B35"/>
    <w:rsid w:val="00BD08A6"/>
    <w:rsid w:val="00BD40BA"/>
    <w:rsid w:val="00BD4133"/>
    <w:rsid w:val="00BD4615"/>
    <w:rsid w:val="00BD490F"/>
    <w:rsid w:val="00BE0E6C"/>
    <w:rsid w:val="00BE16C2"/>
    <w:rsid w:val="00BE1DCF"/>
    <w:rsid w:val="00BE209D"/>
    <w:rsid w:val="00BE44EF"/>
    <w:rsid w:val="00BF1DA9"/>
    <w:rsid w:val="00BF7BB6"/>
    <w:rsid w:val="00C013A3"/>
    <w:rsid w:val="00C024AC"/>
    <w:rsid w:val="00C07BA1"/>
    <w:rsid w:val="00C14E7D"/>
    <w:rsid w:val="00C166EC"/>
    <w:rsid w:val="00C174C1"/>
    <w:rsid w:val="00C23A7D"/>
    <w:rsid w:val="00C27707"/>
    <w:rsid w:val="00C3103E"/>
    <w:rsid w:val="00C32750"/>
    <w:rsid w:val="00C429EA"/>
    <w:rsid w:val="00C44209"/>
    <w:rsid w:val="00C46EB1"/>
    <w:rsid w:val="00C5336A"/>
    <w:rsid w:val="00C56B75"/>
    <w:rsid w:val="00C62756"/>
    <w:rsid w:val="00C658A7"/>
    <w:rsid w:val="00C724DA"/>
    <w:rsid w:val="00C80A88"/>
    <w:rsid w:val="00C87262"/>
    <w:rsid w:val="00C93A0B"/>
    <w:rsid w:val="00C9571A"/>
    <w:rsid w:val="00C96C0E"/>
    <w:rsid w:val="00CA2CA2"/>
    <w:rsid w:val="00CA6A4B"/>
    <w:rsid w:val="00CB0E66"/>
    <w:rsid w:val="00CB1CD8"/>
    <w:rsid w:val="00CB2B2D"/>
    <w:rsid w:val="00CB2DBD"/>
    <w:rsid w:val="00CB3C7D"/>
    <w:rsid w:val="00CB4603"/>
    <w:rsid w:val="00CC1FD4"/>
    <w:rsid w:val="00CC3244"/>
    <w:rsid w:val="00CC35DD"/>
    <w:rsid w:val="00CC564C"/>
    <w:rsid w:val="00CC7367"/>
    <w:rsid w:val="00CC7E57"/>
    <w:rsid w:val="00CD01D5"/>
    <w:rsid w:val="00CD0EEF"/>
    <w:rsid w:val="00CD27B3"/>
    <w:rsid w:val="00CD2C68"/>
    <w:rsid w:val="00CD47F2"/>
    <w:rsid w:val="00CD6343"/>
    <w:rsid w:val="00CD7A01"/>
    <w:rsid w:val="00CF4FD5"/>
    <w:rsid w:val="00CF5F9F"/>
    <w:rsid w:val="00D02805"/>
    <w:rsid w:val="00D12A7C"/>
    <w:rsid w:val="00D1697D"/>
    <w:rsid w:val="00D2060F"/>
    <w:rsid w:val="00D21665"/>
    <w:rsid w:val="00D30A5D"/>
    <w:rsid w:val="00D30BE6"/>
    <w:rsid w:val="00D341A2"/>
    <w:rsid w:val="00D345BB"/>
    <w:rsid w:val="00D36D78"/>
    <w:rsid w:val="00D44FD0"/>
    <w:rsid w:val="00D47A68"/>
    <w:rsid w:val="00D528C5"/>
    <w:rsid w:val="00D62DC4"/>
    <w:rsid w:val="00D63DD0"/>
    <w:rsid w:val="00D66070"/>
    <w:rsid w:val="00D66D43"/>
    <w:rsid w:val="00D839EB"/>
    <w:rsid w:val="00D84A7E"/>
    <w:rsid w:val="00D87A95"/>
    <w:rsid w:val="00D91DFE"/>
    <w:rsid w:val="00D92BB3"/>
    <w:rsid w:val="00D94C67"/>
    <w:rsid w:val="00D9770A"/>
    <w:rsid w:val="00DA037B"/>
    <w:rsid w:val="00DA1596"/>
    <w:rsid w:val="00DA2E35"/>
    <w:rsid w:val="00DA5F1A"/>
    <w:rsid w:val="00DB1925"/>
    <w:rsid w:val="00DB68DC"/>
    <w:rsid w:val="00DC159D"/>
    <w:rsid w:val="00DC3FB6"/>
    <w:rsid w:val="00DC4355"/>
    <w:rsid w:val="00DD1CE9"/>
    <w:rsid w:val="00DD3FD3"/>
    <w:rsid w:val="00DD5B7B"/>
    <w:rsid w:val="00DD627C"/>
    <w:rsid w:val="00DD708B"/>
    <w:rsid w:val="00DD7DE9"/>
    <w:rsid w:val="00DE32E1"/>
    <w:rsid w:val="00DE52E2"/>
    <w:rsid w:val="00DE651D"/>
    <w:rsid w:val="00DF4D1B"/>
    <w:rsid w:val="00DF5040"/>
    <w:rsid w:val="00E00FFF"/>
    <w:rsid w:val="00E061B7"/>
    <w:rsid w:val="00E06A07"/>
    <w:rsid w:val="00E071FE"/>
    <w:rsid w:val="00E1102F"/>
    <w:rsid w:val="00E12F86"/>
    <w:rsid w:val="00E21AF7"/>
    <w:rsid w:val="00E239CB"/>
    <w:rsid w:val="00E25F26"/>
    <w:rsid w:val="00E30A50"/>
    <w:rsid w:val="00E35F14"/>
    <w:rsid w:val="00E37C9E"/>
    <w:rsid w:val="00E45E05"/>
    <w:rsid w:val="00E51D94"/>
    <w:rsid w:val="00E52549"/>
    <w:rsid w:val="00E52D71"/>
    <w:rsid w:val="00E538DD"/>
    <w:rsid w:val="00E57CF4"/>
    <w:rsid w:val="00E619D4"/>
    <w:rsid w:val="00E63863"/>
    <w:rsid w:val="00E63914"/>
    <w:rsid w:val="00E63E7B"/>
    <w:rsid w:val="00E64363"/>
    <w:rsid w:val="00E741A0"/>
    <w:rsid w:val="00E75387"/>
    <w:rsid w:val="00E76688"/>
    <w:rsid w:val="00E76B7C"/>
    <w:rsid w:val="00E76B85"/>
    <w:rsid w:val="00E76C49"/>
    <w:rsid w:val="00E86556"/>
    <w:rsid w:val="00E8658B"/>
    <w:rsid w:val="00E90738"/>
    <w:rsid w:val="00E93D1D"/>
    <w:rsid w:val="00EA1928"/>
    <w:rsid w:val="00EA23B4"/>
    <w:rsid w:val="00EA356B"/>
    <w:rsid w:val="00EA5A65"/>
    <w:rsid w:val="00EA7B6D"/>
    <w:rsid w:val="00EA7E45"/>
    <w:rsid w:val="00EB3802"/>
    <w:rsid w:val="00EB41AB"/>
    <w:rsid w:val="00EB4640"/>
    <w:rsid w:val="00EB4E20"/>
    <w:rsid w:val="00EC2648"/>
    <w:rsid w:val="00EC6AB3"/>
    <w:rsid w:val="00ED1FE9"/>
    <w:rsid w:val="00ED56AA"/>
    <w:rsid w:val="00ED6610"/>
    <w:rsid w:val="00EE03CA"/>
    <w:rsid w:val="00EE0EB0"/>
    <w:rsid w:val="00EE4F74"/>
    <w:rsid w:val="00EE6821"/>
    <w:rsid w:val="00EE6CDE"/>
    <w:rsid w:val="00F00CCC"/>
    <w:rsid w:val="00F05279"/>
    <w:rsid w:val="00F108C3"/>
    <w:rsid w:val="00F10E4C"/>
    <w:rsid w:val="00F11F98"/>
    <w:rsid w:val="00F14BD6"/>
    <w:rsid w:val="00F1667D"/>
    <w:rsid w:val="00F223F2"/>
    <w:rsid w:val="00F31E49"/>
    <w:rsid w:val="00F33440"/>
    <w:rsid w:val="00F36E25"/>
    <w:rsid w:val="00F37194"/>
    <w:rsid w:val="00F378EB"/>
    <w:rsid w:val="00F40A7E"/>
    <w:rsid w:val="00F5375F"/>
    <w:rsid w:val="00F5547D"/>
    <w:rsid w:val="00F638FE"/>
    <w:rsid w:val="00F76AD0"/>
    <w:rsid w:val="00F8076A"/>
    <w:rsid w:val="00F839F4"/>
    <w:rsid w:val="00F84892"/>
    <w:rsid w:val="00F93308"/>
    <w:rsid w:val="00F937E6"/>
    <w:rsid w:val="00F941B5"/>
    <w:rsid w:val="00FA0B71"/>
    <w:rsid w:val="00FA47D5"/>
    <w:rsid w:val="00FA5551"/>
    <w:rsid w:val="00FB4838"/>
    <w:rsid w:val="00FB7416"/>
    <w:rsid w:val="00FB7881"/>
    <w:rsid w:val="00FC45B0"/>
    <w:rsid w:val="00FD3F53"/>
    <w:rsid w:val="00FD4C87"/>
    <w:rsid w:val="00FD7CB2"/>
    <w:rsid w:val="00FE2912"/>
    <w:rsid w:val="00FF1235"/>
    <w:rsid w:val="7C55E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4025F8"/>
  <w15:chartTrackingRefBased/>
  <w15:docId w15:val="{8CA77678-DD4E-4E79-8D3F-176A8F00A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9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Subtitle" w:qFormat="1"/>
    <w:lsdException w:name="Body Text 2" w:uiPriority="99"/>
    <w:lsdException w:name="Block Text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Black" w:hAnsi="Arial Black"/>
      <w:sz w:val="36"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right"/>
      <w:outlineLvl w:val="7"/>
    </w:pPr>
  </w:style>
  <w:style w:type="paragraph" w:styleId="Nadpis9">
    <w:name w:val="heading 9"/>
    <w:basedOn w:val="Normln"/>
    <w:next w:val="Normln"/>
    <w:qFormat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Rozloendokumentu">
    <w:name w:val="Document Map"/>
    <w:aliases w:val="Rozvržení dokumentu"/>
    <w:basedOn w:val="Normln"/>
    <w:semiHidden/>
    <w:pPr>
      <w:shd w:val="clear" w:color="auto" w:fill="000080"/>
    </w:pPr>
    <w:rPr>
      <w:rFonts w:ascii="Tahoma" w:hAnsi="Tahoma" w:cs="Arial Black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ind w:left="1068"/>
      <w:jc w:val="both"/>
    </w:pPr>
  </w:style>
  <w:style w:type="paragraph" w:styleId="Zkladntext2">
    <w:name w:val="Body Text 2"/>
    <w:basedOn w:val="Normln"/>
    <w:link w:val="Zkladntext2Char"/>
    <w:uiPriority w:val="99"/>
    <w:pPr>
      <w:numPr>
        <w:ilvl w:val="12"/>
      </w:numPr>
      <w:jc w:val="both"/>
    </w:pPr>
  </w:style>
  <w:style w:type="paragraph" w:styleId="Zkladntext3">
    <w:name w:val="Body Text 3"/>
    <w:basedOn w:val="Normln"/>
    <w:pPr>
      <w:jc w:val="both"/>
    </w:pPr>
    <w:rPr>
      <w:b/>
      <w:sz w:val="28"/>
    </w:rPr>
  </w:style>
  <w:style w:type="paragraph" w:styleId="Zkladntext">
    <w:name w:val="Body Text"/>
    <w:basedOn w:val="Normln"/>
    <w:rPr>
      <w:b/>
    </w:rPr>
  </w:style>
  <w:style w:type="paragraph" w:styleId="Zkladntextodsazen2">
    <w:name w:val="Body Text Indent 2"/>
    <w:basedOn w:val="Normln"/>
    <w:pPr>
      <w:ind w:firstLine="340"/>
      <w:jc w:val="both"/>
    </w:pPr>
    <w:rPr>
      <w:b/>
      <w:bCs/>
      <w:i/>
      <w:iCs/>
      <w:sz w:val="20"/>
    </w:rPr>
  </w:style>
  <w:style w:type="paragraph" w:styleId="Zkladntextodsazen3">
    <w:name w:val="Body Text Indent 3"/>
    <w:basedOn w:val="Normln"/>
    <w:pPr>
      <w:ind w:left="340"/>
      <w:jc w:val="both"/>
    </w:pPr>
    <w:rPr>
      <w:color w:val="0000FF"/>
      <w:sz w:val="20"/>
    </w:rPr>
  </w:style>
  <w:style w:type="paragraph" w:styleId="Nzev">
    <w:name w:val="Title"/>
    <w:basedOn w:val="Normln"/>
    <w:link w:val="NzevChar"/>
    <w:uiPriority w:val="10"/>
    <w:qFormat/>
    <w:pPr>
      <w:jc w:val="center"/>
    </w:pPr>
    <w:rPr>
      <w:rFonts w:ascii="Arial" w:hAnsi="Arial" w:cs="Arial"/>
      <w:b/>
      <w:iCs/>
    </w:rPr>
  </w:style>
  <w:style w:type="paragraph" w:styleId="Textvbloku">
    <w:name w:val="Block Text"/>
    <w:basedOn w:val="Normln"/>
    <w:uiPriority w:val="99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uiPriority w:val="99"/>
    <w:pPr>
      <w:numPr>
        <w:ilvl w:val="8"/>
        <w:numId w:val="1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uiPriority w:val="99"/>
    <w:pPr>
      <w:numPr>
        <w:ilvl w:val="7"/>
        <w:numId w:val="1"/>
      </w:numPr>
      <w:jc w:val="both"/>
      <w:outlineLvl w:val="7"/>
    </w:pPr>
    <w:rPr>
      <w:rFonts w:ascii="Verdana" w:hAnsi="Verdana"/>
      <w:sz w:val="20"/>
      <w:szCs w:val="20"/>
    </w:rPr>
  </w:style>
  <w:style w:type="paragraph" w:customStyle="1" w:styleId="Textparagrafu">
    <w:name w:val="Text paragrafu"/>
    <w:basedOn w:val="Normln"/>
    <w:uiPriority w:val="99"/>
    <w:pPr>
      <w:spacing w:before="240"/>
      <w:ind w:firstLine="425"/>
      <w:jc w:val="both"/>
      <w:outlineLvl w:val="5"/>
    </w:pPr>
    <w:rPr>
      <w:rFonts w:ascii="Verdana" w:hAnsi="Verdana"/>
      <w:sz w:val="20"/>
      <w:szCs w:val="20"/>
    </w:rPr>
  </w:style>
  <w:style w:type="table" w:styleId="Mkatabulky">
    <w:name w:val="Table Grid"/>
    <w:basedOn w:val="Normlntabulka"/>
    <w:rsid w:val="00612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Char">
    <w:name w:val="Základní text 2 Char"/>
    <w:link w:val="Zkladntext2"/>
    <w:uiPriority w:val="99"/>
    <w:rsid w:val="009B04AC"/>
    <w:rPr>
      <w:sz w:val="24"/>
      <w:szCs w:val="24"/>
    </w:rPr>
  </w:style>
  <w:style w:type="paragraph" w:customStyle="1" w:styleId="Default">
    <w:name w:val="Default"/>
    <w:rsid w:val="00E45E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rmtovanvHTML">
    <w:name w:val="HTML Preformatted"/>
    <w:basedOn w:val="Normln"/>
    <w:link w:val="FormtovanvHTMLChar"/>
    <w:unhideWhenUsed/>
    <w:rsid w:val="00854A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link w:val="FormtovanvHTML"/>
    <w:rsid w:val="00854A8E"/>
    <w:rPr>
      <w:rFonts w:ascii="Arial Unicode MS" w:eastAsia="Arial Unicode MS" w:hAnsi="Arial Unicode MS" w:cs="Arial Unicode MS"/>
      <w:lang w:eastAsia="ar-SA"/>
    </w:rPr>
  </w:style>
  <w:style w:type="paragraph" w:styleId="Odstavecseseznamem">
    <w:name w:val="List Paragraph"/>
    <w:basedOn w:val="Normln"/>
    <w:uiPriority w:val="34"/>
    <w:qFormat/>
    <w:rsid w:val="00594790"/>
    <w:pPr>
      <w:suppressAutoHyphens/>
      <w:ind w:left="720"/>
      <w:contextualSpacing/>
      <w:jc w:val="both"/>
    </w:pPr>
    <w:rPr>
      <w:lang w:eastAsia="ar-SA"/>
    </w:rPr>
  </w:style>
  <w:style w:type="paragraph" w:customStyle="1" w:styleId="seznam1">
    <w:name w:val="seznam1"/>
    <w:basedOn w:val="Normln"/>
    <w:uiPriority w:val="99"/>
    <w:rsid w:val="00ED1FE9"/>
    <w:pPr>
      <w:keepNext/>
      <w:numPr>
        <w:numId w:val="2"/>
      </w:numPr>
      <w:spacing w:after="120"/>
      <w:jc w:val="both"/>
    </w:pPr>
    <w:rPr>
      <w:rFonts w:ascii="Arial" w:hAnsi="Arial" w:cs="Arial"/>
    </w:rPr>
  </w:style>
  <w:style w:type="character" w:customStyle="1" w:styleId="Nadpis8Char">
    <w:name w:val="Nadpis 8 Char"/>
    <w:link w:val="Nadpis8"/>
    <w:uiPriority w:val="99"/>
    <w:rsid w:val="006659A2"/>
    <w:rPr>
      <w:sz w:val="24"/>
      <w:szCs w:val="24"/>
    </w:rPr>
  </w:style>
  <w:style w:type="paragraph" w:styleId="Textbubliny">
    <w:name w:val="Balloon Text"/>
    <w:basedOn w:val="Normln"/>
    <w:link w:val="TextbublinyChar"/>
    <w:rsid w:val="00344F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44F6D"/>
    <w:rPr>
      <w:rFonts w:ascii="Tahoma" w:hAnsi="Tahoma" w:cs="Tahoma"/>
      <w:sz w:val="16"/>
      <w:szCs w:val="16"/>
    </w:rPr>
  </w:style>
  <w:style w:type="paragraph" w:styleId="Bezmezer">
    <w:name w:val="No Spacing"/>
    <w:uiPriority w:val="99"/>
    <w:qFormat/>
    <w:rsid w:val="00277454"/>
    <w:rPr>
      <w:sz w:val="24"/>
      <w:szCs w:val="24"/>
    </w:rPr>
  </w:style>
  <w:style w:type="paragraph" w:styleId="Revize">
    <w:name w:val="Revision"/>
    <w:hidden/>
    <w:uiPriority w:val="99"/>
    <w:semiHidden/>
    <w:rsid w:val="00B979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rsid w:val="00B979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979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9D3"/>
  </w:style>
  <w:style w:type="paragraph" w:styleId="Pedmtkomente">
    <w:name w:val="annotation subject"/>
    <w:basedOn w:val="Textkomente"/>
    <w:next w:val="Textkomente"/>
    <w:link w:val="PedmtkomenteChar"/>
    <w:rsid w:val="00B979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979D3"/>
    <w:rPr>
      <w:b/>
      <w:bCs/>
    </w:rPr>
  </w:style>
  <w:style w:type="character" w:customStyle="1" w:styleId="NzevChar">
    <w:name w:val="Název Char"/>
    <w:basedOn w:val="Standardnpsmoodstavce"/>
    <w:link w:val="Nzev"/>
    <w:uiPriority w:val="10"/>
    <w:rsid w:val="001465C7"/>
    <w:rPr>
      <w:rFonts w:ascii="Arial" w:hAnsi="Arial" w:cs="Arial"/>
      <w:b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8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ablony\odbor%20investic\ODBOR_ext\Dopis_samostatn&#225;_p&#367;sobnost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4" ma:contentTypeDescription="Vytvoří nový dokument" ma:contentTypeScope="" ma:versionID="4634bb35da777bcd951877d3fbb6e1d8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20c6e6c02701a121655bb055ae73fed5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C53B2C-D7C6-4293-8249-26BB573652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76700D-314C-464A-8122-0E39CB37D5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9FCAFC-832A-49E7-97FC-E2C8DA8CF3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C3BDD6-50F9-4798-AC7D-8809997D9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f501dd-6ef5-4f1b-8952-6e820fced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Dopis_samostatná_působnost.dot</Template>
  <TotalTime>49</TotalTime>
  <Pages>4</Pages>
  <Words>741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Veřejné zakázky od A do Z</vt:lpstr>
    </vt:vector>
  </TitlesOfParts>
  <Company>HP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Veřejné zakázky od A do Z</dc:title>
  <dc:subject/>
  <dc:creator>--nastav jméno ve wordu</dc:creator>
  <cp:keywords/>
  <cp:lastModifiedBy>Václavíčková Veronika</cp:lastModifiedBy>
  <cp:revision>10</cp:revision>
  <cp:lastPrinted>2025-10-29T07:07:00Z</cp:lastPrinted>
  <dcterms:created xsi:type="dcterms:W3CDTF">2025-08-19T10:44:00Z</dcterms:created>
  <dcterms:modified xsi:type="dcterms:W3CDTF">2025-12-04T12:14:00Z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</Properties>
</file>